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9337F" w14:textId="78A1C08E" w:rsidR="00693C5F" w:rsidRDefault="00D30D72" w:rsidP="005579CC">
      <w:pPr>
        <w:pStyle w:val="Titul1"/>
      </w:pPr>
      <w:bookmarkStart w:id="0" w:name="_GoBack"/>
      <w:r w:rsidRPr="00D30D72">
        <w:t>P</w:t>
      </w:r>
      <w:r w:rsidR="008F4AEA">
        <w:t>říloha k</w:t>
      </w:r>
      <w:r w:rsidR="00693C5F">
        <w:t> </w:t>
      </w:r>
      <w:r w:rsidR="008F4AEA">
        <w:t>nabídce</w:t>
      </w:r>
      <w:bookmarkEnd w:id="0"/>
    </w:p>
    <w:p w14:paraId="714BA00B" w14:textId="00C13558" w:rsidR="00693C5F" w:rsidRPr="00AD5627" w:rsidRDefault="00693C5F" w:rsidP="005579CC">
      <w:pPr>
        <w:pStyle w:val="Titul1"/>
        <w:rPr>
          <w:sz w:val="32"/>
          <w:szCs w:val="32"/>
        </w:rPr>
      </w:pPr>
      <w:r w:rsidRPr="00AD5627">
        <w:rPr>
          <w:sz w:val="32"/>
          <w:szCs w:val="32"/>
        </w:rPr>
        <w:t>„Odstranění škod po tornádu v odvětví SEE“</w:t>
      </w:r>
    </w:p>
    <w:p w14:paraId="66784822" w14:textId="77777777" w:rsidR="00013437" w:rsidRDefault="00013437" w:rsidP="005579CC">
      <w:pPr>
        <w:pStyle w:val="Textbezodsazen"/>
      </w:pPr>
    </w:p>
    <w:p w14:paraId="639060F0"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639060F1"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639060F2" w14:textId="77777777" w:rsidR="00C96E7C" w:rsidRDefault="00C96E7C" w:rsidP="005B7883">
      <w:pPr>
        <w:pStyle w:val="Nadpisbezsl1-2"/>
      </w:pPr>
      <w:r>
        <w:t>1.1.2.2  Název</w:t>
      </w:r>
      <w:r w:rsidR="00582C15">
        <w:t xml:space="preserve"> a </w:t>
      </w:r>
      <w:r>
        <w:t>adresa Objednatele</w:t>
      </w:r>
    </w:p>
    <w:p w14:paraId="639060F3" w14:textId="77777777" w:rsidR="00C96E7C" w:rsidRPr="00AD5627" w:rsidRDefault="00C96E7C" w:rsidP="00C732F0">
      <w:pPr>
        <w:pStyle w:val="Bezmezer"/>
        <w:jc w:val="both"/>
        <w:rPr>
          <w:b/>
          <w:sz w:val="18"/>
          <w:szCs w:val="18"/>
        </w:rPr>
      </w:pPr>
      <w:r w:rsidRPr="00AD5627">
        <w:rPr>
          <w:b/>
          <w:sz w:val="18"/>
          <w:szCs w:val="18"/>
        </w:rPr>
        <w:t>Správa</w:t>
      </w:r>
      <w:r w:rsidR="008842C9" w:rsidRPr="00AD5627">
        <w:rPr>
          <w:b/>
          <w:sz w:val="18"/>
          <w:szCs w:val="18"/>
        </w:rPr>
        <w:t xml:space="preserve"> železnic</w:t>
      </w:r>
      <w:r w:rsidRPr="00AD5627">
        <w:rPr>
          <w:b/>
          <w:sz w:val="18"/>
          <w:szCs w:val="18"/>
        </w:rPr>
        <w:t>, státní organizace</w:t>
      </w:r>
    </w:p>
    <w:p w14:paraId="639060F4" w14:textId="7F28BFEB" w:rsidR="00C96E7C" w:rsidRPr="00AD5627" w:rsidRDefault="00C96E7C" w:rsidP="00C732F0">
      <w:pPr>
        <w:pStyle w:val="Bezmezer"/>
        <w:jc w:val="both"/>
        <w:rPr>
          <w:sz w:val="18"/>
          <w:szCs w:val="18"/>
        </w:rPr>
      </w:pPr>
      <w:r w:rsidRPr="00AD5627">
        <w:rPr>
          <w:sz w:val="18"/>
          <w:szCs w:val="18"/>
        </w:rPr>
        <w:t xml:space="preserve">se sídlem: </w:t>
      </w:r>
      <w:r w:rsidR="00C21719" w:rsidRPr="00AD5627">
        <w:rPr>
          <w:sz w:val="18"/>
          <w:szCs w:val="18"/>
        </w:rPr>
        <w:t xml:space="preserve">Praha 1 - Nové Město, </w:t>
      </w:r>
      <w:r w:rsidRPr="00AD5627">
        <w:rPr>
          <w:sz w:val="18"/>
          <w:szCs w:val="18"/>
        </w:rPr>
        <w:t xml:space="preserve">Dlážděná 1003/7, </w:t>
      </w:r>
      <w:r w:rsidR="00C21719" w:rsidRPr="00AD5627">
        <w:rPr>
          <w:sz w:val="18"/>
          <w:szCs w:val="18"/>
        </w:rPr>
        <w:t xml:space="preserve">PSČ </w:t>
      </w:r>
      <w:r w:rsidRPr="00AD5627">
        <w:rPr>
          <w:sz w:val="18"/>
          <w:szCs w:val="18"/>
        </w:rPr>
        <w:t xml:space="preserve">110 00 </w:t>
      </w:r>
    </w:p>
    <w:p w14:paraId="639060F5" w14:textId="164E3261" w:rsidR="00C96E7C" w:rsidRPr="00AD5627" w:rsidRDefault="00C96E7C" w:rsidP="00C732F0">
      <w:pPr>
        <w:pStyle w:val="Bezmezer"/>
        <w:jc w:val="both"/>
        <w:rPr>
          <w:sz w:val="18"/>
          <w:szCs w:val="18"/>
        </w:rPr>
      </w:pPr>
      <w:r w:rsidRPr="00AD5627">
        <w:rPr>
          <w:sz w:val="18"/>
          <w:szCs w:val="18"/>
        </w:rPr>
        <w:t>IČO: 709</w:t>
      </w:r>
      <w:r w:rsidR="007770BE" w:rsidRPr="00AD5627">
        <w:rPr>
          <w:sz w:val="18"/>
          <w:szCs w:val="18"/>
        </w:rPr>
        <w:t xml:space="preserve"> </w:t>
      </w:r>
      <w:r w:rsidRPr="00AD5627">
        <w:rPr>
          <w:sz w:val="18"/>
          <w:szCs w:val="18"/>
        </w:rPr>
        <w:t>94</w:t>
      </w:r>
      <w:r w:rsidR="007770BE" w:rsidRPr="00AD5627">
        <w:rPr>
          <w:sz w:val="18"/>
          <w:szCs w:val="18"/>
        </w:rPr>
        <w:t xml:space="preserve"> </w:t>
      </w:r>
      <w:r w:rsidRPr="00AD5627">
        <w:rPr>
          <w:sz w:val="18"/>
          <w:szCs w:val="18"/>
        </w:rPr>
        <w:t>234 DIČ: CZ70994234</w:t>
      </w:r>
    </w:p>
    <w:p w14:paraId="639060F6" w14:textId="77777777" w:rsidR="00C96E7C" w:rsidRPr="00AD5627" w:rsidRDefault="00C96E7C" w:rsidP="00C732F0">
      <w:pPr>
        <w:pStyle w:val="Bezmezer"/>
        <w:jc w:val="both"/>
        <w:rPr>
          <w:sz w:val="18"/>
          <w:szCs w:val="18"/>
        </w:rPr>
      </w:pPr>
      <w:r w:rsidRPr="00AD5627">
        <w:rPr>
          <w:sz w:val="18"/>
          <w:szCs w:val="18"/>
        </w:rPr>
        <w:t>zapsaná</w:t>
      </w:r>
      <w:r w:rsidR="00582C15" w:rsidRPr="00AD5627">
        <w:rPr>
          <w:sz w:val="18"/>
          <w:szCs w:val="18"/>
        </w:rPr>
        <w:t xml:space="preserve"> v </w:t>
      </w:r>
      <w:r w:rsidRPr="00AD5627">
        <w:rPr>
          <w:sz w:val="18"/>
          <w:szCs w:val="18"/>
        </w:rPr>
        <w:t>obchodním rejstříku vedeném Městským soudem</w:t>
      </w:r>
      <w:r w:rsidR="00582C15" w:rsidRPr="00AD5627">
        <w:rPr>
          <w:sz w:val="18"/>
          <w:szCs w:val="18"/>
        </w:rPr>
        <w:t xml:space="preserve"> v </w:t>
      </w:r>
      <w:r w:rsidRPr="00AD5627">
        <w:rPr>
          <w:sz w:val="18"/>
          <w:szCs w:val="18"/>
        </w:rPr>
        <w:t>Praze,</w:t>
      </w:r>
    </w:p>
    <w:p w14:paraId="639060F7" w14:textId="77777777" w:rsidR="00C96E7C" w:rsidRPr="00AD5627" w:rsidRDefault="00C96E7C" w:rsidP="00C732F0">
      <w:pPr>
        <w:pStyle w:val="Bezmezer"/>
        <w:jc w:val="both"/>
        <w:rPr>
          <w:sz w:val="18"/>
          <w:szCs w:val="18"/>
        </w:rPr>
      </w:pPr>
      <w:r w:rsidRPr="00AD5627">
        <w:rPr>
          <w:sz w:val="18"/>
          <w:szCs w:val="18"/>
        </w:rPr>
        <w:t>spisová značka A 48384</w:t>
      </w:r>
    </w:p>
    <w:p w14:paraId="639060F8" w14:textId="77777777" w:rsidR="00C96E7C" w:rsidRDefault="00C96E7C" w:rsidP="005B7883">
      <w:pPr>
        <w:pStyle w:val="Nadpisbezsl1-2"/>
      </w:pPr>
      <w:r>
        <w:t>1.1.2.3  Název</w:t>
      </w:r>
      <w:r w:rsidR="00582C15">
        <w:t xml:space="preserve"> a </w:t>
      </w:r>
      <w:r>
        <w:t>adresa Zhotovitele</w:t>
      </w:r>
    </w:p>
    <w:p w14:paraId="639060F9" w14:textId="77777777" w:rsidR="00C96E7C" w:rsidRDefault="00C96E7C" w:rsidP="005B7883">
      <w:pPr>
        <w:pStyle w:val="Textbezodsazen"/>
      </w:pPr>
      <w:r w:rsidRPr="00C96E7C">
        <w:rPr>
          <w:highlight w:val="yellow"/>
        </w:rPr>
        <w:t>VLOŽÍ ZHOTOVITEL</w:t>
      </w:r>
    </w:p>
    <w:p w14:paraId="639060FA" w14:textId="77777777" w:rsidR="00C96E7C" w:rsidRDefault="00C96E7C" w:rsidP="005B7883">
      <w:pPr>
        <w:pStyle w:val="Nadpisbezsl1-2"/>
      </w:pPr>
      <w:r>
        <w:t>1.1.2.4  Jméno (název)</w:t>
      </w:r>
      <w:r w:rsidR="00582C15">
        <w:t xml:space="preserve"> a </w:t>
      </w:r>
      <w:r>
        <w:t>adresa Správce stavby</w:t>
      </w:r>
    </w:p>
    <w:p w14:paraId="639060FB" w14:textId="45322525" w:rsidR="00C96E7C" w:rsidRDefault="00C96E7C" w:rsidP="005B7883">
      <w:r w:rsidRPr="00C96E7C">
        <w:rPr>
          <w:highlight w:val="green"/>
        </w:rPr>
        <w:t>VLOŽÍ OBJEDNATEL</w:t>
      </w:r>
    </w:p>
    <w:p w14:paraId="4BAF378D" w14:textId="77777777" w:rsidR="009A78BD" w:rsidRPr="00AD5627" w:rsidRDefault="009A78BD" w:rsidP="009A78BD">
      <w:pPr>
        <w:spacing w:after="0"/>
        <w:jc w:val="both"/>
        <w:rPr>
          <w:rFonts w:eastAsia="Verdana" w:cs="Times New Roman"/>
          <w:sz w:val="18"/>
          <w:szCs w:val="18"/>
        </w:rPr>
      </w:pPr>
      <w:r w:rsidRPr="00AD5627">
        <w:rPr>
          <w:rFonts w:eastAsia="Verdana" w:cs="Times New Roman"/>
          <w:sz w:val="18"/>
          <w:szCs w:val="18"/>
        </w:rPr>
        <w:t>Správa železnic, státní organizace</w:t>
      </w:r>
    </w:p>
    <w:p w14:paraId="2FC7CA85" w14:textId="52022231" w:rsidR="009A78BD" w:rsidRPr="00AD5627" w:rsidRDefault="009A78BD" w:rsidP="001F01BA">
      <w:pPr>
        <w:spacing w:after="0"/>
        <w:rPr>
          <w:sz w:val="18"/>
          <w:szCs w:val="18"/>
        </w:rPr>
      </w:pPr>
      <w:r w:rsidRPr="00AD5627">
        <w:rPr>
          <w:sz w:val="18"/>
          <w:szCs w:val="18"/>
        </w:rPr>
        <w:t>Oblastní ředitelství Brno</w:t>
      </w:r>
    </w:p>
    <w:p w14:paraId="6C482703" w14:textId="77777777" w:rsidR="009A78BD" w:rsidRPr="00AD5627" w:rsidRDefault="009A78BD" w:rsidP="001F01BA">
      <w:pPr>
        <w:spacing w:after="0"/>
        <w:jc w:val="both"/>
        <w:rPr>
          <w:rFonts w:eastAsia="Verdana" w:cs="Times New Roman"/>
          <w:sz w:val="18"/>
          <w:szCs w:val="18"/>
        </w:rPr>
      </w:pPr>
      <w:r w:rsidRPr="00AD5627">
        <w:rPr>
          <w:rFonts w:eastAsia="Verdana" w:cs="Times New Roman"/>
          <w:sz w:val="18"/>
          <w:szCs w:val="18"/>
        </w:rPr>
        <w:t>Kounicova 688/26, 611 43 Brno</w:t>
      </w:r>
    </w:p>
    <w:p w14:paraId="639060FC" w14:textId="77777777" w:rsidR="00C96E7C" w:rsidRDefault="00C96E7C" w:rsidP="005B7883">
      <w:pPr>
        <w:pStyle w:val="Nadpisbezsl1-2"/>
      </w:pPr>
      <w:r>
        <w:t>1.1.3.7  Záruční doba</w:t>
      </w:r>
    </w:p>
    <w:p w14:paraId="639060FD" w14:textId="77777777" w:rsidR="00C96E7C" w:rsidRPr="00AD5627" w:rsidRDefault="00C96E7C" w:rsidP="00C732F0">
      <w:pPr>
        <w:pStyle w:val="Bezmezer"/>
        <w:jc w:val="both"/>
        <w:rPr>
          <w:sz w:val="18"/>
          <w:szCs w:val="18"/>
        </w:rPr>
      </w:pPr>
      <w:r w:rsidRPr="00AD5627">
        <w:rPr>
          <w:sz w:val="18"/>
          <w:szCs w:val="18"/>
        </w:rPr>
        <w:t>Záruční doba je specifikována</w:t>
      </w:r>
      <w:r w:rsidR="00582C15" w:rsidRPr="00AD5627">
        <w:rPr>
          <w:sz w:val="18"/>
          <w:szCs w:val="18"/>
        </w:rPr>
        <w:t xml:space="preserve"> v </w:t>
      </w:r>
      <w:r w:rsidRPr="00AD5627">
        <w:rPr>
          <w:sz w:val="18"/>
          <w:szCs w:val="18"/>
        </w:rPr>
        <w:t>pod-článku 11.1</w:t>
      </w:r>
      <w:r w:rsidR="00582C15" w:rsidRPr="00AD5627">
        <w:rPr>
          <w:sz w:val="18"/>
          <w:szCs w:val="18"/>
        </w:rPr>
        <w:t xml:space="preserve"> a v </w:t>
      </w:r>
      <w:r w:rsidRPr="00AD5627">
        <w:rPr>
          <w:sz w:val="18"/>
          <w:szCs w:val="18"/>
        </w:rPr>
        <w:t>Technické specifikaci.</w:t>
      </w:r>
    </w:p>
    <w:p w14:paraId="639060FE" w14:textId="77777777" w:rsidR="00C96E7C" w:rsidRDefault="00C96E7C" w:rsidP="005B7883">
      <w:pPr>
        <w:pStyle w:val="Nadpisbezsl1-2"/>
      </w:pPr>
      <w:r>
        <w:t>1.1.4.15  Faktura</w:t>
      </w:r>
    </w:p>
    <w:p w14:paraId="639060FF"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63906100" w14:textId="77777777" w:rsidR="00C96E7C" w:rsidRPr="005B7883" w:rsidRDefault="00C96E7C" w:rsidP="005D168C">
      <w:pPr>
        <w:pStyle w:val="Odstavec1-1a"/>
      </w:pPr>
      <w:r w:rsidRPr="005B7883">
        <w:t>Soupis zjišťovacích protokolů,</w:t>
      </w:r>
    </w:p>
    <w:p w14:paraId="63906101" w14:textId="77777777" w:rsidR="00C96E7C" w:rsidRPr="005B7883" w:rsidRDefault="00C96E7C" w:rsidP="005D168C">
      <w:pPr>
        <w:pStyle w:val="Odstavec1-1a"/>
      </w:pPr>
      <w:r w:rsidRPr="005B7883">
        <w:t>Zjišťovací protokoly,</w:t>
      </w:r>
    </w:p>
    <w:p w14:paraId="63906102" w14:textId="77777777" w:rsidR="00C96E7C" w:rsidRDefault="00C96E7C" w:rsidP="005D168C">
      <w:pPr>
        <w:pStyle w:val="Odstavec1-1a"/>
      </w:pPr>
      <w:r w:rsidRPr="005B7883">
        <w:t>Správcem</w:t>
      </w:r>
      <w:r>
        <w:t xml:space="preserve"> stavby odsouhlasený soupis provedených prací.</w:t>
      </w:r>
    </w:p>
    <w:p w14:paraId="63906103"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63906104" w14:textId="77777777" w:rsidR="00533BD2" w:rsidRPr="00AD5627" w:rsidRDefault="00533BD2" w:rsidP="007770BE">
      <w:pPr>
        <w:jc w:val="both"/>
        <w:rPr>
          <w:rFonts w:cstheme="minorHAnsi"/>
          <w:sz w:val="18"/>
          <w:szCs w:val="18"/>
        </w:rPr>
      </w:pPr>
      <w:r w:rsidRPr="00AD5627">
        <w:rPr>
          <w:rFonts w:cstheme="minorHAnsi"/>
          <w:sz w:val="18"/>
          <w:szCs w:val="18"/>
        </w:rPr>
        <w:t>Daňové doklady, vč. všech příloh, budou zasílány následovně:</w:t>
      </w:r>
    </w:p>
    <w:p w14:paraId="63906105" w14:textId="77777777" w:rsidR="00533BD2" w:rsidRPr="00AD5627" w:rsidRDefault="00533BD2" w:rsidP="00AD5627">
      <w:pPr>
        <w:pStyle w:val="Odstavecseseznamem"/>
        <w:numPr>
          <w:ilvl w:val="0"/>
          <w:numId w:val="49"/>
        </w:numPr>
        <w:spacing w:after="120"/>
        <w:contextualSpacing w:val="0"/>
        <w:jc w:val="both"/>
        <w:rPr>
          <w:rFonts w:cstheme="minorHAnsi"/>
          <w:sz w:val="18"/>
          <w:szCs w:val="18"/>
        </w:rPr>
      </w:pPr>
      <w:r w:rsidRPr="00AD5627">
        <w:rPr>
          <w:rFonts w:cstheme="minorHAnsi"/>
          <w:sz w:val="18"/>
          <w:szCs w:val="18"/>
        </w:rPr>
        <w:lastRenderedPageBreak/>
        <w:t xml:space="preserve">v digitální podobě na e-mailovou adresu </w:t>
      </w:r>
      <w:hyperlink r:id="rId11" w:history="1">
        <w:r w:rsidRPr="00AD5627">
          <w:rPr>
            <w:rStyle w:val="Hypertextovodkaz"/>
            <w:rFonts w:cstheme="minorHAnsi"/>
            <w:sz w:val="18"/>
            <w:szCs w:val="18"/>
          </w:rPr>
          <w:t>ePodatelnaCFU@spravazeleznic.cz</w:t>
        </w:r>
      </w:hyperlink>
      <w:r w:rsidRPr="00AD5627">
        <w:rPr>
          <w:rFonts w:cstheme="minorHAnsi"/>
          <w:sz w:val="18"/>
          <w:szCs w:val="18"/>
        </w:rPr>
        <w:t>, nebo</w:t>
      </w:r>
    </w:p>
    <w:p w14:paraId="63906106" w14:textId="77777777" w:rsidR="00533BD2" w:rsidRPr="00AD5627" w:rsidRDefault="00533BD2" w:rsidP="00AD5627">
      <w:pPr>
        <w:pStyle w:val="Odstavecseseznamem"/>
        <w:numPr>
          <w:ilvl w:val="0"/>
          <w:numId w:val="49"/>
        </w:numPr>
        <w:spacing w:after="120"/>
        <w:contextualSpacing w:val="0"/>
        <w:jc w:val="both"/>
        <w:rPr>
          <w:rFonts w:cstheme="minorHAnsi"/>
          <w:sz w:val="18"/>
          <w:szCs w:val="18"/>
        </w:rPr>
      </w:pPr>
      <w:r w:rsidRPr="00AD5627">
        <w:rPr>
          <w:rFonts w:cstheme="minorHAnsi"/>
          <w:sz w:val="18"/>
          <w:szCs w:val="18"/>
        </w:rPr>
        <w:t>v digitální podobě do datové schránky s identifikátorem Uccchjm, nebo</w:t>
      </w:r>
    </w:p>
    <w:p w14:paraId="63906107" w14:textId="77777777" w:rsidR="00533BD2" w:rsidRPr="00AD5627" w:rsidRDefault="00533BD2" w:rsidP="00533BD2">
      <w:pPr>
        <w:pStyle w:val="Odstavecseseznamem"/>
        <w:numPr>
          <w:ilvl w:val="0"/>
          <w:numId w:val="49"/>
        </w:numPr>
        <w:contextualSpacing w:val="0"/>
        <w:jc w:val="both"/>
        <w:rPr>
          <w:rFonts w:cstheme="minorHAnsi"/>
          <w:sz w:val="18"/>
          <w:szCs w:val="18"/>
        </w:rPr>
      </w:pPr>
      <w:r w:rsidRPr="00AD5627">
        <w:rPr>
          <w:rFonts w:cstheme="minorHAnsi"/>
          <w:sz w:val="18"/>
          <w:szCs w:val="18"/>
        </w:rPr>
        <w:t xml:space="preserve">v listinné podobě na adresu Správa železnic, státní organizace, Centrální finanční účtárna Čechy, Náměstí Jana Pernera 217, 530 02 Pardubice. </w:t>
      </w:r>
    </w:p>
    <w:p w14:paraId="63906108" w14:textId="77777777" w:rsidR="00533BD2" w:rsidRPr="00533BD2" w:rsidRDefault="00533BD2" w:rsidP="00533BD2">
      <w:pPr>
        <w:pStyle w:val="Textbezodsazen"/>
      </w:pPr>
      <w:r w:rsidRPr="00AD5627">
        <w:rPr>
          <w:rFonts w:cstheme="minorHAnsi"/>
        </w:rPr>
        <w:t>Objednatel upřednostňuje příjem těchto daňových dokladů v digitální podobě na výše uvedené emailové adrese.</w:t>
      </w:r>
    </w:p>
    <w:p w14:paraId="63906109" w14:textId="77777777" w:rsidR="00C96E7C" w:rsidRPr="00EB6216" w:rsidRDefault="00C96E7C" w:rsidP="005B7883">
      <w:pPr>
        <w:pStyle w:val="Nadpisbezsl1-2"/>
        <w:rPr>
          <w:color w:val="00B050"/>
        </w:rPr>
      </w:pPr>
      <w:r>
        <w:t xml:space="preserve">1.1.5.6  Definice sekcí </w:t>
      </w:r>
    </w:p>
    <w:p w14:paraId="6390611C" w14:textId="778C053B" w:rsidR="003259C2" w:rsidRDefault="009A78BD" w:rsidP="00C732F0">
      <w:pPr>
        <w:pStyle w:val="Bezmezer"/>
        <w:jc w:val="both"/>
        <w:rPr>
          <w:strike/>
          <w:color w:val="FF0000"/>
          <w:highlight w:val="green"/>
        </w:rPr>
      </w:pPr>
      <w:r w:rsidRPr="000359EC">
        <w:t>Sekce nejsou specifikovány. Je-li termín Sekce v textu smluvních dokumentů použit, je tím míněna část Díla vyplývající z harmonogram</w:t>
      </w:r>
      <w:r w:rsidR="003E03B0" w:rsidRPr="000359EC">
        <w:t>u podle pod-článku 8.3 [Harmonog</w:t>
      </w:r>
      <w:r w:rsidRPr="000359EC">
        <w:t>ram].</w:t>
      </w:r>
    </w:p>
    <w:p w14:paraId="6390611D" w14:textId="77777777" w:rsidR="00C96E7C" w:rsidRDefault="00C96E7C" w:rsidP="005B7883">
      <w:pPr>
        <w:pStyle w:val="Nadpisbezsl1-2"/>
      </w:pPr>
      <w:r>
        <w:t>1.3  Elektronické přenosové systémy</w:t>
      </w:r>
    </w:p>
    <w:p w14:paraId="6390611E"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6390611F"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63906120" w14:textId="77777777" w:rsidR="00C96E7C" w:rsidRDefault="00C96E7C" w:rsidP="005D168C">
      <w:pPr>
        <w:pStyle w:val="Textbezodsazen"/>
      </w:pPr>
      <w:r>
        <w:t>Smlouva se řídí českým právem.</w:t>
      </w:r>
    </w:p>
    <w:p w14:paraId="63906121" w14:textId="77777777" w:rsidR="00C96E7C" w:rsidRDefault="00C96E7C" w:rsidP="005B7883">
      <w:pPr>
        <w:pStyle w:val="Nadpisbezsl1-2"/>
      </w:pPr>
      <w:r>
        <w:t xml:space="preserve">1.4  </w:t>
      </w:r>
      <w:r w:rsidR="005D168C">
        <w:tab/>
      </w:r>
      <w:r>
        <w:t>Rozhodující jazyk</w:t>
      </w:r>
    </w:p>
    <w:p w14:paraId="63906122" w14:textId="77777777" w:rsidR="00C96E7C" w:rsidRDefault="00C96E7C" w:rsidP="005D168C">
      <w:pPr>
        <w:pStyle w:val="Textbezodsazen"/>
      </w:pPr>
      <w:r>
        <w:t>Rozhodujícím jazykem je český jazyk.</w:t>
      </w:r>
    </w:p>
    <w:p w14:paraId="63906123" w14:textId="77777777" w:rsidR="00C96E7C" w:rsidRDefault="00C96E7C" w:rsidP="005B7883">
      <w:pPr>
        <w:pStyle w:val="Nadpisbezsl1-2"/>
      </w:pPr>
      <w:r>
        <w:t xml:space="preserve">1.4  </w:t>
      </w:r>
      <w:r w:rsidR="005D168C">
        <w:tab/>
      </w:r>
      <w:r>
        <w:t>Komunikační jazyk</w:t>
      </w:r>
    </w:p>
    <w:p w14:paraId="63906124" w14:textId="77777777" w:rsidR="00C96E7C" w:rsidRDefault="00C96E7C" w:rsidP="005D168C">
      <w:pPr>
        <w:pStyle w:val="Textbezodsazen"/>
      </w:pPr>
      <w:r>
        <w:t>Komunikačním jazykem je český jazyk.</w:t>
      </w:r>
    </w:p>
    <w:p w14:paraId="63906125"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63906126"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w:t>
      </w:r>
      <w:r w:rsidR="005168DA">
        <w:rPr>
          <w:highlight w:val="yellow"/>
        </w:rPr>
        <w:t>LOŽ</w:t>
      </w:r>
      <w:r w:rsidRPr="00E41EEA">
        <w:rPr>
          <w:highlight w:val="yellow"/>
        </w:rPr>
        <w:t>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3906127" w14:textId="77777777" w:rsidR="00C96E7C" w:rsidRDefault="00C96E7C" w:rsidP="005D168C">
      <w:pPr>
        <w:pStyle w:val="Textbezodsazen"/>
      </w:pPr>
      <w:r>
        <w:t xml:space="preserve">Vedoucí zhotovitel musí své zmocnění prokázat doložením příslušného zmocnění, které tvoří Přílohu č. </w:t>
      </w:r>
      <w:r w:rsidR="00023076">
        <w:t>8</w:t>
      </w:r>
      <w:r>
        <w:t xml:space="preserve">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548DDD9D" w14:textId="0177A244" w:rsidR="00803447" w:rsidRDefault="00803447" w:rsidP="00803447">
      <w:pPr>
        <w:pStyle w:val="Nadpisbezsl1-2"/>
      </w:pPr>
      <w:r>
        <w:t xml:space="preserve">1.15  </w:t>
      </w:r>
      <w:r>
        <w:tab/>
        <w:t>Sociální odpovědnost</w:t>
      </w:r>
    </w:p>
    <w:p w14:paraId="6598AC45" w14:textId="4502F743" w:rsidR="00803447" w:rsidRPr="00210C99" w:rsidRDefault="00803447" w:rsidP="00AD5627">
      <w:pPr>
        <w:pStyle w:val="Text2-1"/>
        <w:numPr>
          <w:ilvl w:val="0"/>
          <w:numId w:val="0"/>
        </w:numPr>
        <w:ind w:left="737" w:hanging="737"/>
      </w:pPr>
      <w:r>
        <w:t>Odstavec 1), 2) a 3) se nepoužije.</w:t>
      </w:r>
    </w:p>
    <w:p w14:paraId="63906128" w14:textId="118D1B7C" w:rsidR="00C96E7C" w:rsidRDefault="00C96E7C" w:rsidP="005B7883">
      <w:pPr>
        <w:pStyle w:val="Nadpisbezsl1-2"/>
      </w:pPr>
      <w:r>
        <w:lastRenderedPageBreak/>
        <w:t>2.1  Právo přístupu na staveniště</w:t>
      </w:r>
    </w:p>
    <w:p w14:paraId="63906131" w14:textId="27CFE0EE" w:rsidR="00C96E7C" w:rsidRPr="005D168C" w:rsidRDefault="00C96E7C" w:rsidP="005D168C">
      <w:pPr>
        <w:pStyle w:val="Textbezodsazen"/>
      </w:pPr>
      <w:r>
        <w:t xml:space="preserve">Přístup na Staveniště bude Zhotoviteli umožněn od </w:t>
      </w:r>
      <w:r w:rsidR="00637E87">
        <w:t>předání Staveniště</w:t>
      </w:r>
      <w:r>
        <w:t xml:space="preserve"> do dne předání Dokumentů souvisejících</w:t>
      </w:r>
      <w:r w:rsidR="00582C15">
        <w:t xml:space="preserve"> s </w:t>
      </w:r>
      <w:r>
        <w:t xml:space="preserve">předáním Díla dle pod-článku 7.9. </w:t>
      </w:r>
    </w:p>
    <w:p w14:paraId="63906132" w14:textId="77777777" w:rsidR="00C96E7C" w:rsidRDefault="00C96E7C" w:rsidP="005B7883">
      <w:pPr>
        <w:pStyle w:val="Nadpisbezsl1-2"/>
      </w:pPr>
      <w:r>
        <w:t>3.1  Povinnosti</w:t>
      </w:r>
      <w:r w:rsidR="00582C15">
        <w:t xml:space="preserve"> a </w:t>
      </w:r>
      <w:r>
        <w:t>pravomoc správce stavby</w:t>
      </w:r>
    </w:p>
    <w:p w14:paraId="63906133"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63906134"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63906135"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63906136" w14:textId="77777777" w:rsidR="00C96E7C" w:rsidRDefault="00C96E7C" w:rsidP="005B7883">
      <w:pPr>
        <w:pStyle w:val="Nadpisbezsl1-2"/>
      </w:pPr>
      <w:r>
        <w:t>4.2 Zajištění splnění smlouvy</w:t>
      </w:r>
    </w:p>
    <w:p w14:paraId="63906137"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63906138"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3906139" w14:textId="77777777" w:rsidR="00C96E7C" w:rsidRDefault="00C96E7C" w:rsidP="005B7883">
      <w:pPr>
        <w:pStyle w:val="Nadpisbezsl1-2"/>
      </w:pPr>
      <w:r>
        <w:t>4.3  Zástupce zhotovitele</w:t>
      </w:r>
    </w:p>
    <w:p w14:paraId="6390613A" w14:textId="77777777" w:rsidR="00C96E7C" w:rsidRDefault="00071A0E" w:rsidP="005D168C">
      <w:pPr>
        <w:pStyle w:val="Textbezodsazen"/>
      </w:pPr>
      <w:r>
        <w:t xml:space="preserve"> [</w:t>
      </w:r>
      <w:r w:rsidRPr="00E41EEA">
        <w:rPr>
          <w:highlight w:val="yellow"/>
        </w:rPr>
        <w:t>VLOŽÍ ZHOTOVITE</w:t>
      </w:r>
      <w:r>
        <w:t>L]</w:t>
      </w:r>
    </w:p>
    <w:p w14:paraId="6390613B" w14:textId="77777777" w:rsidR="00857A77" w:rsidRPr="006306CB" w:rsidRDefault="00857A77" w:rsidP="00AA7F27">
      <w:pPr>
        <w:pStyle w:val="Nadpisbezsl1-2"/>
      </w:pPr>
      <w:r w:rsidRPr="00EB6216">
        <w:t xml:space="preserve">4.4.2 </w:t>
      </w:r>
      <w:r w:rsidRPr="006306CB">
        <w:t>Speciální činnosti a zařízení</w:t>
      </w:r>
    </w:p>
    <w:p w14:paraId="63906140" w14:textId="5202E879" w:rsidR="00857A77" w:rsidRPr="00AD5627" w:rsidRDefault="00857A77" w:rsidP="005D168C">
      <w:pPr>
        <w:pStyle w:val="Textbezodsazen"/>
        <w:rPr>
          <w:i/>
          <w:strike/>
        </w:rPr>
      </w:pPr>
      <w:r w:rsidRPr="006306CB">
        <w:t>Za speciální činnosti a zařízení se považují:</w:t>
      </w:r>
      <w:r w:rsidR="006306CB">
        <w:t xml:space="preserve"> </w:t>
      </w:r>
      <w:r w:rsidR="006306CB" w:rsidRPr="00D77827">
        <w:rPr>
          <w:b/>
        </w:rPr>
        <w:t>SO01, SO02, SO03, SO04 a SO05: Trakční vedení</w:t>
      </w:r>
    </w:p>
    <w:p w14:paraId="63906141" w14:textId="77777777" w:rsidR="00C96E7C" w:rsidRPr="009C1450" w:rsidRDefault="00C96E7C" w:rsidP="005D168C">
      <w:pPr>
        <w:pStyle w:val="Nadpisbezsl1-2"/>
      </w:pPr>
      <w:r w:rsidRPr="009B641A">
        <w:t>4.</w:t>
      </w:r>
      <w:r w:rsidRPr="009C1450">
        <w:t>27  Smluvní pokuta</w:t>
      </w:r>
    </w:p>
    <w:p w14:paraId="63906142" w14:textId="77777777" w:rsidR="00C96E7C" w:rsidRDefault="00C96E7C" w:rsidP="005D168C">
      <w:pPr>
        <w:pStyle w:val="Textbezodsazen"/>
      </w:pPr>
      <w:r w:rsidRPr="00071A0E">
        <w:t>Výše smluvní pokuty dle jednotlivých</w:t>
      </w:r>
      <w:r>
        <w:t xml:space="preserve"> ustanovení Smluvních podmínek činí:</w:t>
      </w:r>
    </w:p>
    <w:p w14:paraId="63906143" w14:textId="77777777" w:rsidR="00C96E7C" w:rsidRPr="005D168C" w:rsidRDefault="00C96E7C" w:rsidP="005D168C">
      <w:pPr>
        <w:pStyle w:val="Textbezodsazen"/>
        <w:rPr>
          <w:rStyle w:val="Tun"/>
        </w:rPr>
      </w:pPr>
      <w:r w:rsidRPr="005D168C">
        <w:rPr>
          <w:rStyle w:val="Tun"/>
        </w:rPr>
        <w:t>Pod-článek 4.27 (a)</w:t>
      </w:r>
    </w:p>
    <w:p w14:paraId="63906144"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3906145" w14:textId="77777777" w:rsidR="00C96E7C" w:rsidRPr="005D168C" w:rsidRDefault="00C96E7C" w:rsidP="005D168C">
      <w:pPr>
        <w:pStyle w:val="Textbezodsazen"/>
        <w:rPr>
          <w:rStyle w:val="Tun"/>
        </w:rPr>
      </w:pPr>
      <w:r w:rsidRPr="005D168C">
        <w:rPr>
          <w:rStyle w:val="Tun"/>
        </w:rPr>
        <w:t>Pod-článek 4.27 (b)</w:t>
      </w:r>
    </w:p>
    <w:p w14:paraId="63906146"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63906147"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3906148"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3906149" w14:textId="77777777" w:rsidR="00C96E7C" w:rsidRPr="005D168C" w:rsidRDefault="00C96E7C" w:rsidP="005D168C">
      <w:pPr>
        <w:pStyle w:val="Textbezodsazen"/>
        <w:rPr>
          <w:rStyle w:val="Tun"/>
        </w:rPr>
      </w:pPr>
      <w:r w:rsidRPr="005D168C">
        <w:rPr>
          <w:rStyle w:val="Tun"/>
        </w:rPr>
        <w:t>Pod-článek 4.27 (c)</w:t>
      </w:r>
    </w:p>
    <w:p w14:paraId="6390614A"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6390614B" w14:textId="77777777" w:rsidR="00C96E7C" w:rsidRPr="005D168C" w:rsidRDefault="00C96E7C" w:rsidP="005D168C">
      <w:pPr>
        <w:pStyle w:val="Textbezodsazen"/>
        <w:rPr>
          <w:rStyle w:val="Tun"/>
        </w:rPr>
      </w:pPr>
      <w:r w:rsidRPr="005D168C">
        <w:rPr>
          <w:rStyle w:val="Tun"/>
        </w:rPr>
        <w:t>Pod-článek 4.27 (d)</w:t>
      </w:r>
    </w:p>
    <w:p w14:paraId="6390614C" w14:textId="7298511F"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w:t>
      </w:r>
      <w:r w:rsidR="00210C99">
        <w:t xml:space="preserve"> </w:t>
      </w:r>
      <w:r w:rsidR="00D45E4C" w:rsidRPr="00EB6216">
        <w:t xml:space="preserve">%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6390614D"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390614E" w14:textId="77777777" w:rsidR="00C96E7C" w:rsidRDefault="00C96E7C" w:rsidP="005D168C">
      <w:pPr>
        <w:pStyle w:val="Textbezodsazen"/>
      </w:pPr>
      <w:r>
        <w:lastRenderedPageBreak/>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6390614F" w14:textId="77777777" w:rsidR="00C96E7C" w:rsidRPr="005B7883" w:rsidRDefault="00C96E7C" w:rsidP="005B7883">
      <w:pPr>
        <w:pStyle w:val="Textbezodsazen"/>
        <w:rPr>
          <w:rStyle w:val="Tun"/>
        </w:rPr>
      </w:pPr>
      <w:r w:rsidRPr="005B7883">
        <w:rPr>
          <w:rStyle w:val="Tun"/>
        </w:rPr>
        <w:t>Pod-článek 4.27 (f)</w:t>
      </w:r>
    </w:p>
    <w:p w14:paraId="63906150"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63906151" w14:textId="77777777" w:rsidR="00C96E7C" w:rsidRPr="005B7883" w:rsidRDefault="00C96E7C" w:rsidP="005B7883">
      <w:pPr>
        <w:pStyle w:val="Textbezodsazen"/>
        <w:rPr>
          <w:rStyle w:val="Tun"/>
        </w:rPr>
      </w:pPr>
      <w:r w:rsidRPr="005B7883">
        <w:rPr>
          <w:rStyle w:val="Tun"/>
        </w:rPr>
        <w:t>Pod-článek 4.27 (g)</w:t>
      </w:r>
    </w:p>
    <w:p w14:paraId="63906152"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63906153" w14:textId="77777777" w:rsidR="00C96E7C" w:rsidRPr="005B7883" w:rsidRDefault="00C96E7C" w:rsidP="005B7883">
      <w:pPr>
        <w:pStyle w:val="Textbezodsazen"/>
        <w:rPr>
          <w:rStyle w:val="Tun"/>
        </w:rPr>
      </w:pPr>
      <w:r w:rsidRPr="005B7883">
        <w:rPr>
          <w:rStyle w:val="Tun"/>
        </w:rPr>
        <w:t>Pod-článek 4.27 (h)</w:t>
      </w:r>
    </w:p>
    <w:p w14:paraId="6390615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63906155" w14:textId="77777777" w:rsidR="00C96E7C" w:rsidRPr="005B7883" w:rsidRDefault="00C96E7C" w:rsidP="005B7883">
      <w:pPr>
        <w:pStyle w:val="Textbezodsazen"/>
        <w:rPr>
          <w:rStyle w:val="Tun"/>
        </w:rPr>
      </w:pPr>
      <w:r w:rsidRPr="005B7883">
        <w:rPr>
          <w:rStyle w:val="Tun"/>
        </w:rPr>
        <w:t>Pod-článek 4.27 (i)</w:t>
      </w:r>
    </w:p>
    <w:p w14:paraId="63906156"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63906157" w14:textId="77777777" w:rsidR="00C96E7C" w:rsidRPr="005B7883" w:rsidRDefault="00C96E7C" w:rsidP="005B7883">
      <w:pPr>
        <w:pStyle w:val="Textbezodsazen"/>
        <w:rPr>
          <w:rStyle w:val="Tun"/>
        </w:rPr>
      </w:pPr>
      <w:r w:rsidRPr="005B7883">
        <w:rPr>
          <w:rStyle w:val="Tun"/>
        </w:rPr>
        <w:t>Pod-článek 4.27(j)</w:t>
      </w:r>
    </w:p>
    <w:p w14:paraId="63906158"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63906159" w14:textId="77777777" w:rsidR="00C96E7C" w:rsidRPr="005B7883" w:rsidRDefault="00C96E7C" w:rsidP="005B7883">
      <w:pPr>
        <w:pStyle w:val="Textbezodsazen"/>
        <w:rPr>
          <w:rStyle w:val="Tun"/>
        </w:rPr>
      </w:pPr>
      <w:r w:rsidRPr="005B7883">
        <w:rPr>
          <w:rStyle w:val="Tun"/>
        </w:rPr>
        <w:t>Pod-článek 4.27 (k)</w:t>
      </w:r>
    </w:p>
    <w:p w14:paraId="6390615A" w14:textId="33526E5A"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w:t>
      </w:r>
      <w:r w:rsidR="000359EC">
        <w:t>.</w:t>
      </w:r>
      <w:r>
        <w:t>000</w:t>
      </w:r>
      <w:r w:rsidR="000359EC">
        <w:t>,-</w:t>
      </w:r>
      <w:r>
        <w:t xml:space="preserve"> Kč za každý zjištěný případ. Pokud Zhotovitel nezjedná nápravu do 14 dnů ode dne zápisu Objednatele do Stavebního deníku</w:t>
      </w:r>
      <w:r w:rsidR="00582C15">
        <w:t xml:space="preserve"> o </w:t>
      </w:r>
      <w:r>
        <w:t>zjištění nedostatku, je povinen uhradit další smluvní pokutu ve výši 10</w:t>
      </w:r>
      <w:r w:rsidR="000359EC">
        <w:t>.</w:t>
      </w:r>
      <w:r>
        <w:t>000</w:t>
      </w:r>
      <w:r w:rsidR="000359EC">
        <w:t>,-</w:t>
      </w:r>
      <w:r>
        <w:t xml:space="preserve"> Kč za každý další den, až do dne, kdy odstraní veškeré nedostatky ve vedení Stavebního deníku nebo jednoduchého záznamu</w:t>
      </w:r>
      <w:r w:rsidR="00582C15">
        <w:t xml:space="preserve"> o </w:t>
      </w:r>
      <w:r>
        <w:t>stavbě.</w:t>
      </w:r>
    </w:p>
    <w:p w14:paraId="6390615B" w14:textId="77777777" w:rsidR="00C96E7C" w:rsidRPr="005B7883" w:rsidRDefault="00C96E7C" w:rsidP="005B7883">
      <w:pPr>
        <w:pStyle w:val="Textbezodsazen"/>
        <w:rPr>
          <w:rStyle w:val="Tun"/>
        </w:rPr>
      </w:pPr>
      <w:r w:rsidRPr="005B7883">
        <w:rPr>
          <w:rStyle w:val="Tun"/>
        </w:rPr>
        <w:t>Pod-článek 4.27 (l)</w:t>
      </w:r>
    </w:p>
    <w:p w14:paraId="6390615C" w14:textId="1179C294"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w:t>
      </w:r>
      <w:r w:rsidR="000359EC">
        <w:t>.</w:t>
      </w:r>
      <w:r>
        <w:t>000</w:t>
      </w:r>
      <w:r w:rsidR="000359EC">
        <w:t>,-</w:t>
      </w:r>
      <w:r>
        <w:t xml:space="preserve"> Kč, za každý zjištěný případ takové povinnosti. Pokud Zhotovitel nezjedná nápravu do 14 dnů, je povinen uhradit další smluvní pokutu ve výši 5</w:t>
      </w:r>
      <w:r w:rsidR="000359EC">
        <w:t>.</w:t>
      </w:r>
      <w:r>
        <w:t>000</w:t>
      </w:r>
      <w:r w:rsidR="000359EC">
        <w:t>,-</w:t>
      </w:r>
      <w:r>
        <w:t xml:space="preserve"> Kč za každý další den,</w:t>
      </w:r>
      <w:r w:rsidR="00582C15">
        <w:t xml:space="preserve"> a </w:t>
      </w:r>
      <w:r>
        <w:t>to až do dne, kdy předmětnou Zprávu</w:t>
      </w:r>
      <w:r w:rsidR="00582C15">
        <w:t xml:space="preserve"> o </w:t>
      </w:r>
      <w:r>
        <w:t>postupu prací předá Správci stavby.</w:t>
      </w:r>
    </w:p>
    <w:p w14:paraId="6390615D" w14:textId="77777777" w:rsidR="00C96E7C" w:rsidRPr="005B7883" w:rsidRDefault="00C96E7C" w:rsidP="005B7883">
      <w:pPr>
        <w:pStyle w:val="Textbezodsazen"/>
        <w:rPr>
          <w:rStyle w:val="Tun"/>
        </w:rPr>
      </w:pPr>
      <w:r w:rsidRPr="005B7883">
        <w:rPr>
          <w:rStyle w:val="Tun"/>
        </w:rPr>
        <w:t>Pod-článek 4.27 (m)</w:t>
      </w:r>
    </w:p>
    <w:p w14:paraId="6390615E" w14:textId="072A6DAD"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w:t>
      </w:r>
      <w:r w:rsidR="000359EC">
        <w:t>.</w:t>
      </w:r>
      <w:r>
        <w:t>000</w:t>
      </w:r>
      <w:r w:rsidR="000359EC">
        <w:t>,-</w:t>
      </w:r>
      <w:r>
        <w:t xml:space="preserve"> Kč, za každý zjištěný případ.</w:t>
      </w:r>
    </w:p>
    <w:p w14:paraId="6390615F" w14:textId="77777777" w:rsidR="00C96E7C" w:rsidRPr="005B7883" w:rsidRDefault="00C96E7C" w:rsidP="005D168C">
      <w:pPr>
        <w:pStyle w:val="Textbezodsazen"/>
        <w:keepNext/>
        <w:rPr>
          <w:rStyle w:val="Tun"/>
        </w:rPr>
      </w:pPr>
      <w:r w:rsidRPr="005B7883">
        <w:rPr>
          <w:rStyle w:val="Tun"/>
        </w:rPr>
        <w:t>Pod- článek 4.27 (n)</w:t>
      </w:r>
    </w:p>
    <w:p w14:paraId="63906160" w14:textId="01BE4B63" w:rsidR="00C96E7C" w:rsidRDefault="00C96E7C" w:rsidP="005D168C">
      <w:pPr>
        <w:pStyle w:val="Textbezodsazen"/>
      </w:pPr>
      <w:r>
        <w:t>Zhotovitel je povinen uhradit smluvní pokutu ve výši 10</w:t>
      </w:r>
      <w:r w:rsidR="000359EC">
        <w:t>.</w:t>
      </w:r>
      <w:r>
        <w:t>000</w:t>
      </w:r>
      <w:r w:rsidR="000359EC">
        <w:t>,-</w:t>
      </w:r>
      <w:r>
        <w:t xml:space="preserve"> Kč za každé zjištění porušení povinnosti.</w:t>
      </w:r>
    </w:p>
    <w:p w14:paraId="63906161" w14:textId="77777777" w:rsidR="00C96E7C" w:rsidRPr="005B7883" w:rsidRDefault="00C96E7C" w:rsidP="005B7883">
      <w:pPr>
        <w:pStyle w:val="Textbezodsazen"/>
        <w:rPr>
          <w:rStyle w:val="Tun"/>
        </w:rPr>
      </w:pPr>
      <w:r w:rsidRPr="005B7883">
        <w:rPr>
          <w:rStyle w:val="Tun"/>
        </w:rPr>
        <w:t>Pod-článek 4.27 (o)</w:t>
      </w:r>
    </w:p>
    <w:p w14:paraId="63906162" w14:textId="7C5EB7A7" w:rsidR="00C96E7C" w:rsidRDefault="00C96E7C" w:rsidP="005D168C">
      <w:pPr>
        <w:pStyle w:val="Textbezodsazen"/>
      </w:pPr>
      <w:r>
        <w:t>Zhotovitel je povinen uhradit smluvní pokutu ve výši 100</w:t>
      </w:r>
      <w:r w:rsidR="000359EC">
        <w:t>.</w:t>
      </w:r>
      <w:r>
        <w:t>000</w:t>
      </w:r>
      <w:r w:rsidR="000359EC">
        <w:t>,-</w:t>
      </w:r>
      <w:r>
        <w:t xml:space="preserve"> Kč za každý jednotlivý případ porušení povinnosti.</w:t>
      </w:r>
    </w:p>
    <w:p w14:paraId="63906163" w14:textId="77777777" w:rsidR="00C96E7C" w:rsidRPr="005B7883" w:rsidRDefault="00C96E7C" w:rsidP="005B7883">
      <w:pPr>
        <w:pStyle w:val="Textbezodsazen"/>
        <w:rPr>
          <w:rStyle w:val="Tun"/>
        </w:rPr>
      </w:pPr>
      <w:r w:rsidRPr="005B7883">
        <w:rPr>
          <w:rStyle w:val="Tun"/>
        </w:rPr>
        <w:t>Pod-článek 4.27 (p)</w:t>
      </w:r>
    </w:p>
    <w:p w14:paraId="63906164"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2D190274" w14:textId="77777777" w:rsidR="000B654E" w:rsidRDefault="000B654E" w:rsidP="005B7883">
      <w:pPr>
        <w:pStyle w:val="Textbezodsazen"/>
        <w:rPr>
          <w:rStyle w:val="Tun"/>
        </w:rPr>
      </w:pPr>
    </w:p>
    <w:p w14:paraId="63906165" w14:textId="607CC185" w:rsidR="00C96E7C" w:rsidRPr="005B7883" w:rsidRDefault="00C96E7C" w:rsidP="005B7883">
      <w:pPr>
        <w:pStyle w:val="Textbezodsazen"/>
        <w:rPr>
          <w:rStyle w:val="Tun"/>
        </w:rPr>
      </w:pPr>
      <w:r w:rsidRPr="005B7883">
        <w:rPr>
          <w:rStyle w:val="Tun"/>
        </w:rPr>
        <w:t xml:space="preserve">Pod-článek 4.27 (q) </w:t>
      </w:r>
    </w:p>
    <w:p w14:paraId="63906166"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3906167" w14:textId="77777777" w:rsidR="00C96E7C" w:rsidRPr="00EB6216" w:rsidRDefault="00C96E7C" w:rsidP="005B7883">
      <w:pPr>
        <w:pStyle w:val="Textbezodsazen"/>
        <w:rPr>
          <w:rStyle w:val="Tun"/>
        </w:rPr>
      </w:pPr>
      <w:r w:rsidRPr="00EB6216">
        <w:rPr>
          <w:rStyle w:val="Tun"/>
        </w:rPr>
        <w:lastRenderedPageBreak/>
        <w:t>Pod-článek 4.27 (r)</w:t>
      </w:r>
    </w:p>
    <w:p w14:paraId="63906168" w14:textId="77777777" w:rsidR="00C96E7C" w:rsidRPr="00AD5627" w:rsidRDefault="00C45177" w:rsidP="00C45177">
      <w:pPr>
        <w:spacing w:after="120"/>
        <w:jc w:val="both"/>
        <w:rPr>
          <w:sz w:val="18"/>
          <w:szCs w:val="18"/>
        </w:rPr>
      </w:pPr>
      <w:r w:rsidRPr="00AD5627">
        <w:rPr>
          <w:sz w:val="18"/>
          <w:szCs w:val="18"/>
        </w:rPr>
        <w:t>Zhotovitel je povinen uhradit smluvní pokutu ve výši 1% z nabídkové ceny uvedené v Dopisu nabídky za každý případ porušení povinnosti.</w:t>
      </w:r>
    </w:p>
    <w:p w14:paraId="63906169" w14:textId="6F2D4A41" w:rsidR="00C45177" w:rsidRPr="00AD5627" w:rsidRDefault="00C45177" w:rsidP="00AD5627">
      <w:pPr>
        <w:tabs>
          <w:tab w:val="left" w:pos="3635"/>
        </w:tabs>
        <w:spacing w:after="120"/>
        <w:jc w:val="both"/>
        <w:rPr>
          <w:b/>
          <w:sz w:val="18"/>
          <w:szCs w:val="18"/>
        </w:rPr>
      </w:pPr>
      <w:r w:rsidRPr="00AD5627">
        <w:rPr>
          <w:b/>
          <w:sz w:val="18"/>
          <w:szCs w:val="18"/>
        </w:rPr>
        <w:t>Pod-článek 4.27 (s)</w:t>
      </w:r>
      <w:r w:rsidR="00634186">
        <w:rPr>
          <w:b/>
          <w:sz w:val="18"/>
          <w:szCs w:val="18"/>
        </w:rPr>
        <w:tab/>
      </w:r>
    </w:p>
    <w:p w14:paraId="6390616A" w14:textId="77777777" w:rsidR="00C45177" w:rsidRPr="00AD5627" w:rsidRDefault="00C45177" w:rsidP="00C45177">
      <w:pPr>
        <w:spacing w:after="0"/>
        <w:jc w:val="both"/>
        <w:rPr>
          <w:b/>
          <w:sz w:val="18"/>
          <w:szCs w:val="18"/>
        </w:rPr>
      </w:pPr>
      <w:r w:rsidRPr="00AD5627">
        <w:rPr>
          <w:sz w:val="18"/>
          <w:szCs w:val="18"/>
        </w:rPr>
        <w:t>Zhotovitel je povinen uhradit smluvní pokutu ve výši a za podmínek stanovených ve smlouvě o zpracování osobních údajů, která je Přílohou č. 5 Smlouvy o dílo.</w:t>
      </w:r>
    </w:p>
    <w:p w14:paraId="6390616B" w14:textId="77777777" w:rsidR="00C96E7C" w:rsidRPr="00AD5627" w:rsidRDefault="00C96E7C" w:rsidP="005B7883">
      <w:pPr>
        <w:pStyle w:val="Nadpisbezsl1-2"/>
        <w:rPr>
          <w:sz w:val="18"/>
          <w:szCs w:val="18"/>
        </w:rPr>
      </w:pPr>
      <w:r w:rsidRPr="00AD5627">
        <w:rPr>
          <w:sz w:val="18"/>
          <w:szCs w:val="18"/>
        </w:rPr>
        <w:t>4.27 Maximální celková výše smluvních pokut</w:t>
      </w:r>
    </w:p>
    <w:p w14:paraId="6390616C" w14:textId="77777777" w:rsidR="00BB79E8" w:rsidRDefault="00BB79E8" w:rsidP="00BB79E8">
      <w:pPr>
        <w:pStyle w:val="Textbezodsazen"/>
      </w:pPr>
      <w:r w:rsidRPr="00634186">
        <w:t>Maximální celková výše smluvních pokut uhrazených Zhotovitelem za poruš</w:t>
      </w:r>
      <w:r w:rsidR="001149ED" w:rsidRPr="00634186">
        <w:t>ení Smlouvy je</w:t>
      </w:r>
      <w:r w:rsidR="001149ED" w:rsidRPr="00EB6216">
        <w:t xml:space="preserve"> stanovena ve výši</w:t>
      </w:r>
      <w:r w:rsidRPr="00EB6216">
        <w:t xml:space="preserve"> 30 % nabídkové ceny </w:t>
      </w:r>
      <w:r>
        <w:t>uvedené v Dopise nabídky.</w:t>
      </w:r>
    </w:p>
    <w:p w14:paraId="6390616D" w14:textId="77777777" w:rsidR="00C96E7C" w:rsidRDefault="00C96E7C" w:rsidP="005B7883">
      <w:pPr>
        <w:pStyle w:val="Nadpisbezsl1-2"/>
      </w:pPr>
      <w:r>
        <w:t>4.28 Postupné závazné milníky</w:t>
      </w:r>
    </w:p>
    <w:p w14:paraId="6390616E" w14:textId="77777777" w:rsidR="00500582" w:rsidRDefault="00500582" w:rsidP="00500582">
      <w:pPr>
        <w:pStyle w:val="Textbezodsazen"/>
      </w:pPr>
      <w:r>
        <w:t>Pro provádění Díla jsou stanoveny následující milníky:</w:t>
      </w:r>
    </w:p>
    <w:p w14:paraId="6390616F" w14:textId="58B885B1" w:rsidR="00500582" w:rsidRDefault="006A7C11" w:rsidP="00500582">
      <w:pPr>
        <w:pStyle w:val="Textbezodsazen"/>
      </w:pPr>
      <w:r>
        <w:t>Předložení projektové</w:t>
      </w:r>
      <w:r w:rsidRPr="00AD5627">
        <w:t xml:space="preserve"> dokumentace ke kontrole</w:t>
      </w:r>
      <w:r>
        <w:t xml:space="preserve"> do 30 dnů od účinnosti Smlouvy o dílo.</w:t>
      </w:r>
    </w:p>
    <w:p w14:paraId="63906173" w14:textId="6D1B9F72" w:rsidR="00617585" w:rsidRPr="00500582" w:rsidRDefault="006A7C11" w:rsidP="00EB6216">
      <w:pPr>
        <w:pStyle w:val="Textbezodsazen"/>
        <w:rPr>
          <w:i/>
        </w:rPr>
      </w:pPr>
      <w:r>
        <w:t>Z</w:t>
      </w:r>
      <w:r w:rsidRPr="003B1A0D">
        <w:t>provoznění napájení hlavních kolejí a zajištění venkovního osvětlení pro cestující veřejnost v souladu s pla</w:t>
      </w:r>
      <w:r w:rsidR="00DA19C6">
        <w:t>tnou legislativou do 30.11.2021</w:t>
      </w:r>
      <w:r w:rsidRPr="003B1A0D">
        <w:t xml:space="preserve"> </w:t>
      </w:r>
      <w:r w:rsidR="00DA19C6">
        <w:t>(</w:t>
      </w:r>
      <w:r w:rsidRPr="003B1A0D">
        <w:t>T</w:t>
      </w:r>
      <w:r>
        <w:t>ento termín</w:t>
      </w:r>
      <w:r w:rsidRPr="003B1A0D">
        <w:t xml:space="preserve"> může být posunut v závislosti na případném posunu zahájení stavebních prací</w:t>
      </w:r>
      <w:r w:rsidR="00DA19C6">
        <w:t>)</w:t>
      </w:r>
      <w:r>
        <w:t>.</w:t>
      </w:r>
    </w:p>
    <w:p w14:paraId="63906174" w14:textId="17B3EBA7" w:rsidR="00C96E7C" w:rsidRDefault="00C96E7C" w:rsidP="005B7883">
      <w:pPr>
        <w:pStyle w:val="Nadpisbezsl1-2"/>
      </w:pPr>
      <w:r>
        <w:t xml:space="preserve">8.2, 8.4  Doba pro dokončení </w:t>
      </w:r>
    </w:p>
    <w:p w14:paraId="63906177" w14:textId="55B8105A" w:rsidR="00C96E7C" w:rsidRDefault="00C96E7C" w:rsidP="005D168C">
      <w:pPr>
        <w:pStyle w:val="Textbezodsazen"/>
      </w:pPr>
      <w:r>
        <w:t>Zhotovitel je povinen dokončit celé Dílo včetně příslušné dokumentace dle pod-článku 7.9 do</w:t>
      </w:r>
      <w:r w:rsidR="004D4B84">
        <w:t xml:space="preserve"> </w:t>
      </w:r>
      <w:r w:rsidR="006A7C11">
        <w:t>11 měsíců o</w:t>
      </w:r>
      <w:r>
        <w:t>d Data zahájení prací.</w:t>
      </w:r>
    </w:p>
    <w:p w14:paraId="63906178" w14:textId="77777777" w:rsidR="00C96E7C" w:rsidRDefault="00C96E7C" w:rsidP="005B7883">
      <w:pPr>
        <w:pStyle w:val="Nadpisbezsl1-2"/>
      </w:pPr>
      <w:r>
        <w:t>8.2, 1.1.3.10  Doba pro uvedení do provozu</w:t>
      </w:r>
    </w:p>
    <w:p w14:paraId="63906179" w14:textId="3EA02D14" w:rsidR="00C96E7C" w:rsidRDefault="00C96E7C" w:rsidP="005D168C">
      <w:pPr>
        <w:pStyle w:val="Textbezodsazen"/>
      </w:pPr>
      <w:r>
        <w:t xml:space="preserve">Zhotovitel je povinen dokončit </w:t>
      </w:r>
      <w:r w:rsidRPr="00AD5627">
        <w:t>Dílo</w:t>
      </w:r>
      <w:r w:rsidR="00582C15">
        <w:t xml:space="preserve"> v </w:t>
      </w:r>
      <w:r>
        <w:t>rozsahu nezbytném pro účely uvedení Díla nebo Sekce do provozu za podmínek stavebního zákona</w:t>
      </w:r>
      <w:r w:rsidR="00582C15">
        <w:t xml:space="preserve"> a </w:t>
      </w:r>
      <w:r>
        <w:t>zákona</w:t>
      </w:r>
      <w:r w:rsidR="00582C15">
        <w:t xml:space="preserve"> o </w:t>
      </w:r>
      <w:r>
        <w:t xml:space="preserve">drahách nejpozději do </w:t>
      </w:r>
      <w:r w:rsidR="00311B97">
        <w:t>11</w:t>
      </w:r>
      <w:r>
        <w:t xml:space="preserve"> měsíců </w:t>
      </w:r>
      <w:r w:rsidRPr="00AD5627">
        <w:t>od Data zahájení prací</w:t>
      </w:r>
      <w:r w:rsidRPr="00311B97">
        <w:t>.</w:t>
      </w:r>
    </w:p>
    <w:p w14:paraId="6390617A" w14:textId="77777777" w:rsidR="00C96E7C" w:rsidRDefault="00C96E7C" w:rsidP="005B7883">
      <w:pPr>
        <w:pStyle w:val="Nadpisbezsl1-2"/>
      </w:pPr>
      <w:r>
        <w:t>8.3, 8.6  Harmonogram</w:t>
      </w:r>
    </w:p>
    <w:p w14:paraId="6390617B" w14:textId="51AD5B22"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 xml:space="preserve">ledna 2018, která je dostupná na </w:t>
      </w:r>
      <w:hyperlink r:id="rId12" w:history="1">
        <w:r w:rsidR="006306CB" w:rsidRPr="005B583E">
          <w:rPr>
            <w:rStyle w:val="Hypertextovodkaz"/>
            <w:noProof w:val="0"/>
          </w:rPr>
          <w:t>http://www.sfdi.cz</w:t>
        </w:r>
      </w:hyperlink>
      <w:r>
        <w:t>.</w:t>
      </w:r>
    </w:p>
    <w:p w14:paraId="6D792840" w14:textId="32C09E26" w:rsidR="006306CB" w:rsidRDefault="006306CB" w:rsidP="005D168C">
      <w:pPr>
        <w:pStyle w:val="Textbezodsazen"/>
      </w:pPr>
      <w:r>
        <w:t>Zhotovitel se zavazuje předat Objednateli k odsouhlasení Harmonogram postupu stavebních prací před zahájením prací</w:t>
      </w:r>
      <w:r w:rsidR="009D5C00">
        <w:t>.</w:t>
      </w:r>
    </w:p>
    <w:p w14:paraId="6390617C" w14:textId="77777777" w:rsidR="00C96E7C" w:rsidRDefault="00C96E7C" w:rsidP="005B7883">
      <w:pPr>
        <w:pStyle w:val="Nadpisbezsl1-2"/>
      </w:pPr>
      <w:r>
        <w:t>8.7  Náhrada škody za zpoždění</w:t>
      </w:r>
    </w:p>
    <w:p w14:paraId="6390617D"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6390617E" w14:textId="77777777" w:rsidR="00C96E7C" w:rsidRDefault="00C96E7C" w:rsidP="005B7883">
      <w:pPr>
        <w:pStyle w:val="Nadpisbezsl1-2"/>
      </w:pPr>
      <w:r>
        <w:t>8.7  Maximální částka náhrady škody za zpoždění</w:t>
      </w:r>
    </w:p>
    <w:p w14:paraId="6390617F"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3906180" w14:textId="77777777" w:rsidR="00C96E7C" w:rsidRDefault="00C96E7C" w:rsidP="005B7883">
      <w:pPr>
        <w:pStyle w:val="Nadpisbezsl1-2"/>
      </w:pPr>
      <w:r>
        <w:t>11.1  Délka záruční doby</w:t>
      </w:r>
    </w:p>
    <w:p w14:paraId="63906181"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63906182"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63906183"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63906184" w14:textId="77777777" w:rsidR="00C96E7C" w:rsidRDefault="00C96E7C" w:rsidP="00582C15">
      <w:pPr>
        <w:pStyle w:val="Odrka1-1"/>
      </w:pPr>
      <w:r>
        <w:lastRenderedPageBreak/>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63906185"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63906187" w14:textId="21EE1D94" w:rsidR="00D90D67"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63906188" w14:textId="77777777" w:rsidR="00C96E7C" w:rsidRDefault="00C96E7C" w:rsidP="005B7883">
      <w:pPr>
        <w:pStyle w:val="Nadpisbezsl1-2"/>
      </w:pPr>
      <w:r>
        <w:t xml:space="preserve">13.1  Právo na variaci </w:t>
      </w:r>
    </w:p>
    <w:p w14:paraId="63906189" w14:textId="77777777"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3"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14:paraId="6390618A"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390618B" w14:textId="77777777" w:rsidR="00C96E7C" w:rsidRDefault="00C96E7C" w:rsidP="005B7883">
      <w:pPr>
        <w:pStyle w:val="Nadpisbezsl1-2"/>
      </w:pPr>
      <w:r>
        <w:t>13.5  Podmíněné obnosy</w:t>
      </w:r>
    </w:p>
    <w:p w14:paraId="6390618C" w14:textId="77777777" w:rsidR="00C96E7C" w:rsidRDefault="00C96E7C" w:rsidP="00582C15">
      <w:pPr>
        <w:pStyle w:val="Textbezodsazen"/>
      </w:pPr>
      <w:r>
        <w:t>Podmíněné obnosy poskytnuty nebudou.</w:t>
      </w:r>
    </w:p>
    <w:p w14:paraId="6390618D"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390618E"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6390618F" w14:textId="77777777" w:rsidR="00C96E7C" w:rsidRDefault="00C96E7C" w:rsidP="005B7883">
      <w:pPr>
        <w:pStyle w:val="Nadpisbezsl1-2"/>
      </w:pPr>
      <w:r>
        <w:t xml:space="preserve">14.2  Zálohová platba </w:t>
      </w:r>
    </w:p>
    <w:p w14:paraId="639061A1" w14:textId="66EA4D30" w:rsidR="00C96E7C" w:rsidRPr="00AD5627" w:rsidRDefault="00C96E7C" w:rsidP="00582C15">
      <w:pPr>
        <w:pStyle w:val="Textbezodsazen"/>
        <w:rPr>
          <w:strike/>
        </w:rPr>
      </w:pPr>
      <w:r>
        <w:t>Zálohová platba se neposkytuje.</w:t>
      </w:r>
    </w:p>
    <w:p w14:paraId="639061A2" w14:textId="77777777" w:rsidR="00C96E7C" w:rsidRDefault="00C96E7C" w:rsidP="005B7883">
      <w:pPr>
        <w:pStyle w:val="Nadpisbezsl1-2"/>
      </w:pPr>
      <w:r>
        <w:t>14.5  Technologické materiály určené pro dílo</w:t>
      </w:r>
    </w:p>
    <w:p w14:paraId="639061A9" w14:textId="2D760FE0" w:rsidR="00BF5233" w:rsidRPr="00AD5627" w:rsidRDefault="00C96E7C" w:rsidP="00BF5233">
      <w:pPr>
        <w:pStyle w:val="Textbezodsazen"/>
        <w:rPr>
          <w:strike/>
          <w:highlight w:val="green"/>
        </w:rPr>
      </w:pPr>
      <w:r>
        <w:t>Pod-článek 14.5 se nepoužije.</w:t>
      </w:r>
    </w:p>
    <w:p w14:paraId="639061AA" w14:textId="77777777"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639061AB"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639061AC" w14:textId="77777777" w:rsidR="00C96E7C" w:rsidRDefault="00C96E7C" w:rsidP="005B7883">
      <w:pPr>
        <w:pStyle w:val="Nadpisbezsl1-2"/>
      </w:pPr>
      <w:r>
        <w:t>14.6  Minimální částka Potvrzení průběžné platby</w:t>
      </w:r>
    </w:p>
    <w:p w14:paraId="639061AD" w14:textId="4AAE360D" w:rsidR="00C96E7C" w:rsidRDefault="00C96E7C" w:rsidP="00582C15">
      <w:pPr>
        <w:pStyle w:val="Textbezodsazen"/>
      </w:pPr>
      <w:r>
        <w:t xml:space="preserve">Minimální částka Potvrzení průběžné platby není stanovena. </w:t>
      </w:r>
    </w:p>
    <w:p w14:paraId="639061AE" w14:textId="77777777" w:rsidR="00C96E7C" w:rsidRDefault="00C96E7C" w:rsidP="005B7883">
      <w:pPr>
        <w:pStyle w:val="Nadpisbezsl1-2"/>
      </w:pPr>
      <w:r>
        <w:t>14.15</w:t>
      </w:r>
      <w:r w:rsidR="00582C15">
        <w:t xml:space="preserve">  </w:t>
      </w:r>
      <w:r>
        <w:t>Měny platby</w:t>
      </w:r>
    </w:p>
    <w:p w14:paraId="639061AF"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639061B0" w14:textId="77777777" w:rsidR="00C96E7C" w:rsidRDefault="00C96E7C" w:rsidP="005B7883">
      <w:pPr>
        <w:pStyle w:val="Nadpisbezsl1-2"/>
      </w:pPr>
      <w:r>
        <w:t>18.1</w:t>
      </w:r>
      <w:r w:rsidR="00582C15">
        <w:t xml:space="preserve">  </w:t>
      </w:r>
      <w:r>
        <w:t>Obecné požadavky na pojištění</w:t>
      </w:r>
    </w:p>
    <w:p w14:paraId="639061B1"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639061B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639061B3"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39061B4" w14:textId="77777777" w:rsidR="00C96E7C" w:rsidRDefault="00C96E7C" w:rsidP="005B7883">
      <w:pPr>
        <w:pStyle w:val="Nadpisbezsl1-2"/>
      </w:pPr>
      <w:r>
        <w:lastRenderedPageBreak/>
        <w:t>18.2  Pojištění díla</w:t>
      </w:r>
      <w:r w:rsidR="00582C15">
        <w:t xml:space="preserve"> a </w:t>
      </w:r>
      <w:r>
        <w:t>vyb</w:t>
      </w:r>
      <w:r w:rsidR="00582C15">
        <w:t>a</w:t>
      </w:r>
      <w:r>
        <w:t>ven</w:t>
      </w:r>
      <w:r w:rsidR="00582C15">
        <w:t>í</w:t>
      </w:r>
      <w:r>
        <w:t xml:space="preserve"> zhotovitele</w:t>
      </w:r>
    </w:p>
    <w:p w14:paraId="639061B5"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639061B6" w14:textId="77777777" w:rsidR="00C96E7C" w:rsidRDefault="00C96E7C" w:rsidP="005B7883">
      <w:pPr>
        <w:pStyle w:val="Nadpisbezsl1-2"/>
      </w:pPr>
      <w:r>
        <w:t>20.1  Ověřování</w:t>
      </w:r>
      <w:r w:rsidR="00582C15">
        <w:t xml:space="preserve"> a </w:t>
      </w:r>
      <w:r>
        <w:t xml:space="preserve">kvantifikace claimů </w:t>
      </w:r>
    </w:p>
    <w:p w14:paraId="639061B7" w14:textId="77777777"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4" w:history="1">
        <w:r w:rsidRPr="00582C15">
          <w:rPr>
            <w:rStyle w:val="Hypertextovodkaz"/>
            <w:noProof w:val="0"/>
          </w:rPr>
          <w:t>www.sfdi.cz/poskytovani-informaci/metodiky/</w:t>
        </w:r>
      </w:hyperlink>
      <w:r>
        <w:t>.</w:t>
      </w:r>
    </w:p>
    <w:p w14:paraId="639061B8" w14:textId="77777777" w:rsidR="00C96E7C" w:rsidRDefault="00C96E7C" w:rsidP="005B7883">
      <w:pPr>
        <w:pStyle w:val="Nadpisbezsl1-2"/>
      </w:pPr>
      <w:r>
        <w:t>20.2 až 20.8  Rozhodování sporů</w:t>
      </w:r>
    </w:p>
    <w:p w14:paraId="639061B9" w14:textId="77777777" w:rsidR="00C96E7C" w:rsidRDefault="00C96E7C" w:rsidP="00582C15">
      <w:pPr>
        <w:pStyle w:val="Textbezodsazen"/>
      </w:pPr>
      <w:r>
        <w:t>Rozhodování sporů je upraveno dle varianty B.</w:t>
      </w:r>
    </w:p>
    <w:p w14:paraId="639061BA" w14:textId="77777777" w:rsidR="00C732F0" w:rsidRDefault="00C732F0" w:rsidP="00C732F0">
      <w:pPr>
        <w:jc w:val="both"/>
      </w:pPr>
    </w:p>
    <w:p w14:paraId="639061BB" w14:textId="77777777" w:rsidR="00C732F0" w:rsidRDefault="00C732F0" w:rsidP="00C732F0">
      <w:pPr>
        <w:jc w:val="both"/>
      </w:pPr>
    </w:p>
    <w:p w14:paraId="639061BC" w14:textId="77777777" w:rsidR="00C732F0" w:rsidRDefault="00C732F0" w:rsidP="00C732F0">
      <w:pPr>
        <w:jc w:val="both"/>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EE242" w14:textId="77777777" w:rsidR="003C0EA9" w:rsidRDefault="003C0EA9" w:rsidP="00962258">
      <w:pPr>
        <w:spacing w:after="0" w:line="240" w:lineRule="auto"/>
      </w:pPr>
      <w:r>
        <w:separator/>
      </w:r>
    </w:p>
  </w:endnote>
  <w:endnote w:type="continuationSeparator" w:id="0">
    <w:p w14:paraId="7BE89188" w14:textId="77777777" w:rsidR="003C0EA9" w:rsidRDefault="003C0E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51" w:type="dxa"/>
      <w:tblInd w:w="78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51"/>
    </w:tblGrid>
    <w:tr w:rsidR="00693C5F" w:rsidRPr="003462EB" w14:paraId="639061C4" w14:textId="77777777" w:rsidTr="00AD5627">
      <w:tc>
        <w:tcPr>
          <w:tcW w:w="851" w:type="dxa"/>
          <w:vAlign w:val="bottom"/>
        </w:tcPr>
        <w:p w14:paraId="639061C1" w14:textId="6CD8706B" w:rsidR="00693C5F" w:rsidRPr="00AD5627" w:rsidRDefault="00693C5F" w:rsidP="00AD5627">
          <w:pPr>
            <w:pStyle w:val="Zpat"/>
            <w:jc w:val="right"/>
            <w:rPr>
              <w:rStyle w:val="slostrnky"/>
              <w:highlight w:val="cyan"/>
            </w:rPr>
          </w:pPr>
          <w:r w:rsidRPr="005A0C11">
            <w:rPr>
              <w:rStyle w:val="slostrnky"/>
            </w:rPr>
            <w:fldChar w:fldCharType="begin"/>
          </w:r>
          <w:r w:rsidRPr="005A0C11">
            <w:rPr>
              <w:rStyle w:val="slostrnky"/>
            </w:rPr>
            <w:instrText>PAGE   \* MERGEFORMAT</w:instrText>
          </w:r>
          <w:r w:rsidRPr="005A0C11">
            <w:rPr>
              <w:rStyle w:val="slostrnky"/>
            </w:rPr>
            <w:fldChar w:fldCharType="separate"/>
          </w:r>
          <w:r w:rsidR="00AD5627">
            <w:rPr>
              <w:rStyle w:val="slostrnky"/>
              <w:noProof/>
            </w:rPr>
            <w:t>2</w:t>
          </w:r>
          <w:r w:rsidRPr="005A0C11">
            <w:rPr>
              <w:rStyle w:val="slostrnky"/>
            </w:rPr>
            <w:fldChar w:fldCharType="end"/>
          </w:r>
          <w:r w:rsidRPr="005A0C11">
            <w:rPr>
              <w:rStyle w:val="slostrnky"/>
            </w:rPr>
            <w:t>/</w:t>
          </w:r>
          <w:r w:rsidRPr="005A0C11">
            <w:rPr>
              <w:rStyle w:val="slostrnky"/>
            </w:rPr>
            <w:fldChar w:fldCharType="begin"/>
          </w:r>
          <w:r w:rsidRPr="005A0C11">
            <w:rPr>
              <w:rStyle w:val="slostrnky"/>
            </w:rPr>
            <w:instrText xml:space="preserve"> NUMPAGES   \* MERGEFORMAT </w:instrText>
          </w:r>
          <w:r w:rsidRPr="005A0C11">
            <w:rPr>
              <w:rStyle w:val="slostrnky"/>
            </w:rPr>
            <w:fldChar w:fldCharType="separate"/>
          </w:r>
          <w:r w:rsidR="00AD5627">
            <w:rPr>
              <w:rStyle w:val="slostrnky"/>
              <w:noProof/>
            </w:rPr>
            <w:t>7</w:t>
          </w:r>
          <w:r w:rsidRPr="005A0C11">
            <w:rPr>
              <w:rStyle w:val="slostrnky"/>
            </w:rPr>
            <w:fldChar w:fldCharType="end"/>
          </w:r>
        </w:p>
      </w:tc>
    </w:tr>
  </w:tbl>
  <w:p w14:paraId="639061C5"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639061C9" w14:textId="77777777" w:rsidTr="00EC3D99">
      <w:tc>
        <w:tcPr>
          <w:tcW w:w="0" w:type="auto"/>
          <w:tcMar>
            <w:left w:w="0" w:type="dxa"/>
            <w:right w:w="0" w:type="dxa"/>
          </w:tcMar>
          <w:vAlign w:val="bottom"/>
        </w:tcPr>
        <w:p w14:paraId="639061C6" w14:textId="77777777" w:rsidR="00967F7C" w:rsidRDefault="00967F7C" w:rsidP="00EC3D99">
          <w:pPr>
            <w:pStyle w:val="Zpatvpravo"/>
          </w:pPr>
          <w:r>
            <w:t>Příloha k nabídce</w:t>
          </w:r>
        </w:p>
        <w:p w14:paraId="639061C7" w14:textId="394ECBA5"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AD5627">
            <w:rPr>
              <w:bCs/>
              <w:noProof/>
            </w:rPr>
            <w:t>Chyba! V dokumentu není žádný text v zadaném stylu.</w:t>
          </w:r>
          <w:r w:rsidRPr="00967F7C">
            <w:rPr>
              <w:b/>
              <w:noProof/>
            </w:rPr>
            <w:fldChar w:fldCharType="end"/>
          </w:r>
        </w:p>
      </w:tc>
      <w:tc>
        <w:tcPr>
          <w:tcW w:w="1021" w:type="dxa"/>
          <w:vAlign w:val="bottom"/>
        </w:tcPr>
        <w:p w14:paraId="639061C8" w14:textId="7B3235CC"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5627">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5627">
            <w:rPr>
              <w:rStyle w:val="slostrnky"/>
              <w:noProof/>
            </w:rPr>
            <w:t>7</w:t>
          </w:r>
          <w:r w:rsidRPr="00B8518B">
            <w:rPr>
              <w:rStyle w:val="slostrnky"/>
            </w:rPr>
            <w:fldChar w:fldCharType="end"/>
          </w:r>
        </w:p>
      </w:tc>
    </w:tr>
  </w:tbl>
  <w:p w14:paraId="639061CA"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636D7" w14:textId="77777777" w:rsidR="003C0EA9" w:rsidRDefault="003C0EA9" w:rsidP="00962258">
      <w:pPr>
        <w:spacing w:after="0" w:line="240" w:lineRule="auto"/>
      </w:pPr>
      <w:r>
        <w:separator/>
      </w:r>
    </w:p>
  </w:footnote>
  <w:footnote w:type="continuationSeparator" w:id="0">
    <w:p w14:paraId="6C60389F" w14:textId="77777777" w:rsidR="003C0EA9" w:rsidRDefault="003C0EA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639061CE" w14:textId="77777777" w:rsidTr="00B22106">
      <w:trPr>
        <w:trHeight w:hRule="exact" w:val="936"/>
      </w:trPr>
      <w:tc>
        <w:tcPr>
          <w:tcW w:w="1361" w:type="dxa"/>
          <w:tcMar>
            <w:left w:w="0" w:type="dxa"/>
            <w:right w:w="0" w:type="dxa"/>
          </w:tcMar>
        </w:tcPr>
        <w:p w14:paraId="639061CB"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639061CC"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639061D5" wp14:editId="639061D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39061CD" w14:textId="77777777" w:rsidR="00582C15" w:rsidRPr="00D6163D" w:rsidRDefault="00582C15" w:rsidP="00FC6389">
          <w:pPr>
            <w:pStyle w:val="Druhdokumentu"/>
          </w:pPr>
        </w:p>
      </w:tc>
    </w:tr>
    <w:tr w:rsidR="00582C15" w14:paraId="639061D2" w14:textId="77777777" w:rsidTr="00B22106">
      <w:trPr>
        <w:trHeight w:hRule="exact" w:val="936"/>
      </w:trPr>
      <w:tc>
        <w:tcPr>
          <w:tcW w:w="1361" w:type="dxa"/>
          <w:tcMar>
            <w:left w:w="0" w:type="dxa"/>
            <w:right w:w="0" w:type="dxa"/>
          </w:tcMar>
        </w:tcPr>
        <w:p w14:paraId="639061CF"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639061D0" w14:textId="77777777" w:rsidR="00582C15" w:rsidRDefault="00582C15" w:rsidP="00FC6389">
          <w:pPr>
            <w:pStyle w:val="Zpat"/>
          </w:pPr>
        </w:p>
      </w:tc>
      <w:tc>
        <w:tcPr>
          <w:tcW w:w="5756" w:type="dxa"/>
          <w:shd w:val="clear" w:color="auto" w:fill="auto"/>
          <w:tcMar>
            <w:left w:w="0" w:type="dxa"/>
            <w:right w:w="0" w:type="dxa"/>
          </w:tcMar>
        </w:tcPr>
        <w:p w14:paraId="639061D1" w14:textId="77777777" w:rsidR="00582C15" w:rsidRPr="00D6163D" w:rsidRDefault="00582C15" w:rsidP="00FC6389">
          <w:pPr>
            <w:pStyle w:val="Druhdokumentu"/>
          </w:pPr>
        </w:p>
      </w:tc>
    </w:tr>
  </w:tbl>
  <w:p w14:paraId="639061D3" w14:textId="77777777" w:rsidR="00582C15" w:rsidRPr="00D6163D" w:rsidRDefault="00582C15" w:rsidP="00FC6389">
    <w:pPr>
      <w:pStyle w:val="Zhlav"/>
      <w:rPr>
        <w:sz w:val="8"/>
        <w:szCs w:val="8"/>
      </w:rPr>
    </w:pPr>
  </w:p>
  <w:p w14:paraId="639061D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3"/>
  </w:num>
  <w:num w:numId="11">
    <w:abstractNumId w:val="12"/>
  </w:num>
  <w:num w:numId="12">
    <w:abstractNumId w:val="0"/>
  </w:num>
  <w:num w:numId="13">
    <w:abstractNumId w:val="3"/>
  </w:num>
  <w:num w:numId="14">
    <w:abstractNumId w:val="3"/>
  </w:num>
  <w:num w:numId="15">
    <w:abstractNumId w:val="6"/>
  </w:num>
  <w:num w:numId="16">
    <w:abstractNumId w:val="6"/>
  </w:num>
  <w:num w:numId="17">
    <w:abstractNumId w:val="6"/>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3"/>
  </w:num>
  <w:num w:numId="25">
    <w:abstractNumId w:val="3"/>
  </w:num>
  <w:num w:numId="26">
    <w:abstractNumId w:val="12"/>
  </w:num>
  <w:num w:numId="27">
    <w:abstractNumId w:val="9"/>
  </w:num>
  <w:num w:numId="28">
    <w:abstractNumId w:val="0"/>
  </w:num>
  <w:num w:numId="29">
    <w:abstractNumId w:val="3"/>
  </w:num>
  <w:num w:numId="30">
    <w:abstractNumId w:val="3"/>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3"/>
  </w:num>
  <w:num w:numId="43">
    <w:abstractNumId w:val="3"/>
  </w:num>
  <w:num w:numId="44">
    <w:abstractNumId w:val="12"/>
  </w:num>
  <w:num w:numId="45">
    <w:abstractNumId w:val="12"/>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3437"/>
    <w:rsid w:val="00017F3C"/>
    <w:rsid w:val="00023076"/>
    <w:rsid w:val="000359EC"/>
    <w:rsid w:val="00041EC8"/>
    <w:rsid w:val="00044C35"/>
    <w:rsid w:val="0006588D"/>
    <w:rsid w:val="00067A5E"/>
    <w:rsid w:val="000719BB"/>
    <w:rsid w:val="00071A0E"/>
    <w:rsid w:val="00072A65"/>
    <w:rsid w:val="00072C1E"/>
    <w:rsid w:val="00072D8B"/>
    <w:rsid w:val="000902AA"/>
    <w:rsid w:val="000B4EB8"/>
    <w:rsid w:val="000B654E"/>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2024F"/>
    <w:rsid w:val="00145961"/>
    <w:rsid w:val="00146747"/>
    <w:rsid w:val="00152473"/>
    <w:rsid w:val="00152D40"/>
    <w:rsid w:val="001656A2"/>
    <w:rsid w:val="00170EC5"/>
    <w:rsid w:val="001747C1"/>
    <w:rsid w:val="00174FB5"/>
    <w:rsid w:val="00177D6B"/>
    <w:rsid w:val="00191F90"/>
    <w:rsid w:val="001965E6"/>
    <w:rsid w:val="001B4E74"/>
    <w:rsid w:val="001C645F"/>
    <w:rsid w:val="001D0ADC"/>
    <w:rsid w:val="001E3C56"/>
    <w:rsid w:val="001E678E"/>
    <w:rsid w:val="001F01BA"/>
    <w:rsid w:val="002053B1"/>
    <w:rsid w:val="002071BB"/>
    <w:rsid w:val="00207DF5"/>
    <w:rsid w:val="00210C99"/>
    <w:rsid w:val="0022499E"/>
    <w:rsid w:val="0023464E"/>
    <w:rsid w:val="00235D7C"/>
    <w:rsid w:val="00240B81"/>
    <w:rsid w:val="00240ED7"/>
    <w:rsid w:val="00244767"/>
    <w:rsid w:val="00247D01"/>
    <w:rsid w:val="00260D49"/>
    <w:rsid w:val="00261A5B"/>
    <w:rsid w:val="00262E5B"/>
    <w:rsid w:val="00276AFE"/>
    <w:rsid w:val="002A3B57"/>
    <w:rsid w:val="002C31BF"/>
    <w:rsid w:val="002D46AE"/>
    <w:rsid w:val="002D7FD6"/>
    <w:rsid w:val="002E0CD7"/>
    <w:rsid w:val="002E0CFB"/>
    <w:rsid w:val="002E1D03"/>
    <w:rsid w:val="002E3A3F"/>
    <w:rsid w:val="002E3D9F"/>
    <w:rsid w:val="002E5C7B"/>
    <w:rsid w:val="002F4333"/>
    <w:rsid w:val="00311B97"/>
    <w:rsid w:val="00312736"/>
    <w:rsid w:val="00322AA5"/>
    <w:rsid w:val="003259C2"/>
    <w:rsid w:val="00327EEF"/>
    <w:rsid w:val="0033239F"/>
    <w:rsid w:val="0034274B"/>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A6CA2"/>
    <w:rsid w:val="003B0B62"/>
    <w:rsid w:val="003C0EA9"/>
    <w:rsid w:val="003C33F2"/>
    <w:rsid w:val="003D756E"/>
    <w:rsid w:val="003E03B0"/>
    <w:rsid w:val="003E2E24"/>
    <w:rsid w:val="003E420D"/>
    <w:rsid w:val="003E4C13"/>
    <w:rsid w:val="003F72A9"/>
    <w:rsid w:val="004001A6"/>
    <w:rsid w:val="004078F3"/>
    <w:rsid w:val="004220DE"/>
    <w:rsid w:val="0042532F"/>
    <w:rsid w:val="00427794"/>
    <w:rsid w:val="00441B4D"/>
    <w:rsid w:val="00450F07"/>
    <w:rsid w:val="00453CD3"/>
    <w:rsid w:val="00460660"/>
    <w:rsid w:val="00464BA9"/>
    <w:rsid w:val="00483969"/>
    <w:rsid w:val="00486107"/>
    <w:rsid w:val="00491827"/>
    <w:rsid w:val="004C4399"/>
    <w:rsid w:val="004C4830"/>
    <w:rsid w:val="004C787C"/>
    <w:rsid w:val="004D4B84"/>
    <w:rsid w:val="004E0643"/>
    <w:rsid w:val="004E7A1F"/>
    <w:rsid w:val="004F4B9B"/>
    <w:rsid w:val="00500582"/>
    <w:rsid w:val="0050666E"/>
    <w:rsid w:val="005075E5"/>
    <w:rsid w:val="00511AB9"/>
    <w:rsid w:val="005168DA"/>
    <w:rsid w:val="00523BB5"/>
    <w:rsid w:val="00523EA7"/>
    <w:rsid w:val="00533BD2"/>
    <w:rsid w:val="005406EB"/>
    <w:rsid w:val="00553375"/>
    <w:rsid w:val="00555884"/>
    <w:rsid w:val="005571A2"/>
    <w:rsid w:val="005579CC"/>
    <w:rsid w:val="005736B7"/>
    <w:rsid w:val="00575E5A"/>
    <w:rsid w:val="00580245"/>
    <w:rsid w:val="00582C15"/>
    <w:rsid w:val="005A0C11"/>
    <w:rsid w:val="005A1F44"/>
    <w:rsid w:val="005B7883"/>
    <w:rsid w:val="005C4979"/>
    <w:rsid w:val="005D168C"/>
    <w:rsid w:val="005D3C39"/>
    <w:rsid w:val="005D6C32"/>
    <w:rsid w:val="005E7517"/>
    <w:rsid w:val="005F3E29"/>
    <w:rsid w:val="00601A8C"/>
    <w:rsid w:val="00605DD8"/>
    <w:rsid w:val="0061012B"/>
    <w:rsid w:val="0061068E"/>
    <w:rsid w:val="006115D3"/>
    <w:rsid w:val="00612096"/>
    <w:rsid w:val="00617585"/>
    <w:rsid w:val="006306CB"/>
    <w:rsid w:val="00634186"/>
    <w:rsid w:val="00637E87"/>
    <w:rsid w:val="0065610E"/>
    <w:rsid w:val="00660AD3"/>
    <w:rsid w:val="00673932"/>
    <w:rsid w:val="006776B6"/>
    <w:rsid w:val="00680727"/>
    <w:rsid w:val="00684518"/>
    <w:rsid w:val="00693150"/>
    <w:rsid w:val="00693C5F"/>
    <w:rsid w:val="006A4B55"/>
    <w:rsid w:val="006A5570"/>
    <w:rsid w:val="006A689C"/>
    <w:rsid w:val="006A7C11"/>
    <w:rsid w:val="006B3D79"/>
    <w:rsid w:val="006B6FE4"/>
    <w:rsid w:val="006B73BB"/>
    <w:rsid w:val="006C2343"/>
    <w:rsid w:val="006C442A"/>
    <w:rsid w:val="006C5D15"/>
    <w:rsid w:val="006E0578"/>
    <w:rsid w:val="006E13F8"/>
    <w:rsid w:val="006E314D"/>
    <w:rsid w:val="00710723"/>
    <w:rsid w:val="00723ED1"/>
    <w:rsid w:val="00726AFE"/>
    <w:rsid w:val="00740AF5"/>
    <w:rsid w:val="00743525"/>
    <w:rsid w:val="00751E3A"/>
    <w:rsid w:val="00752D81"/>
    <w:rsid w:val="007541A2"/>
    <w:rsid w:val="00755818"/>
    <w:rsid w:val="0076286B"/>
    <w:rsid w:val="00766846"/>
    <w:rsid w:val="0077673A"/>
    <w:rsid w:val="007770BE"/>
    <w:rsid w:val="007846E1"/>
    <w:rsid w:val="007847D6"/>
    <w:rsid w:val="007A172F"/>
    <w:rsid w:val="007A5172"/>
    <w:rsid w:val="007A67A0"/>
    <w:rsid w:val="007B1246"/>
    <w:rsid w:val="007B570C"/>
    <w:rsid w:val="007C4C3C"/>
    <w:rsid w:val="007D4C3D"/>
    <w:rsid w:val="007D626B"/>
    <w:rsid w:val="007E2B8D"/>
    <w:rsid w:val="007E4A6E"/>
    <w:rsid w:val="007F56A7"/>
    <w:rsid w:val="007F66F4"/>
    <w:rsid w:val="00800851"/>
    <w:rsid w:val="00803447"/>
    <w:rsid w:val="00807DD0"/>
    <w:rsid w:val="008123B6"/>
    <w:rsid w:val="00812DFC"/>
    <w:rsid w:val="00821D01"/>
    <w:rsid w:val="00824DF9"/>
    <w:rsid w:val="00826B7B"/>
    <w:rsid w:val="008326B8"/>
    <w:rsid w:val="00846789"/>
    <w:rsid w:val="0084690C"/>
    <w:rsid w:val="00857A77"/>
    <w:rsid w:val="008602BD"/>
    <w:rsid w:val="00870145"/>
    <w:rsid w:val="008825B2"/>
    <w:rsid w:val="008842C9"/>
    <w:rsid w:val="008A3568"/>
    <w:rsid w:val="008B01FE"/>
    <w:rsid w:val="008B0618"/>
    <w:rsid w:val="008B6FA1"/>
    <w:rsid w:val="008B7754"/>
    <w:rsid w:val="008C45C2"/>
    <w:rsid w:val="008C50F3"/>
    <w:rsid w:val="008C6302"/>
    <w:rsid w:val="008C6DC5"/>
    <w:rsid w:val="008C7EFE"/>
    <w:rsid w:val="008D03B9"/>
    <w:rsid w:val="008D10F5"/>
    <w:rsid w:val="008D30C7"/>
    <w:rsid w:val="008E507E"/>
    <w:rsid w:val="008F18D6"/>
    <w:rsid w:val="008F2C9B"/>
    <w:rsid w:val="008F4AEA"/>
    <w:rsid w:val="008F797B"/>
    <w:rsid w:val="00904780"/>
    <w:rsid w:val="0090635B"/>
    <w:rsid w:val="00912362"/>
    <w:rsid w:val="009162F5"/>
    <w:rsid w:val="00922385"/>
    <w:rsid w:val="009223DF"/>
    <w:rsid w:val="0092771B"/>
    <w:rsid w:val="00936091"/>
    <w:rsid w:val="00940D8A"/>
    <w:rsid w:val="00947DEA"/>
    <w:rsid w:val="00953532"/>
    <w:rsid w:val="00962258"/>
    <w:rsid w:val="009678B7"/>
    <w:rsid w:val="00967F7C"/>
    <w:rsid w:val="00992D9C"/>
    <w:rsid w:val="00996496"/>
    <w:rsid w:val="00996CB8"/>
    <w:rsid w:val="009A06AE"/>
    <w:rsid w:val="009A78BD"/>
    <w:rsid w:val="009B0F8A"/>
    <w:rsid w:val="009B1A24"/>
    <w:rsid w:val="009B2E97"/>
    <w:rsid w:val="009B5146"/>
    <w:rsid w:val="009B5394"/>
    <w:rsid w:val="009B641A"/>
    <w:rsid w:val="009C1450"/>
    <w:rsid w:val="009C386C"/>
    <w:rsid w:val="009C418E"/>
    <w:rsid w:val="009C442C"/>
    <w:rsid w:val="009D1439"/>
    <w:rsid w:val="009D5C00"/>
    <w:rsid w:val="009E07F4"/>
    <w:rsid w:val="009F0BC6"/>
    <w:rsid w:val="009F309B"/>
    <w:rsid w:val="009F392E"/>
    <w:rsid w:val="009F4424"/>
    <w:rsid w:val="009F53C5"/>
    <w:rsid w:val="009F569D"/>
    <w:rsid w:val="00A05305"/>
    <w:rsid w:val="00A0740E"/>
    <w:rsid w:val="00A10A3F"/>
    <w:rsid w:val="00A14CEF"/>
    <w:rsid w:val="00A1518B"/>
    <w:rsid w:val="00A318A8"/>
    <w:rsid w:val="00A321B3"/>
    <w:rsid w:val="00A50641"/>
    <w:rsid w:val="00A530BF"/>
    <w:rsid w:val="00A6177B"/>
    <w:rsid w:val="00A66136"/>
    <w:rsid w:val="00A71189"/>
    <w:rsid w:val="00A7364A"/>
    <w:rsid w:val="00A74DCC"/>
    <w:rsid w:val="00A753ED"/>
    <w:rsid w:val="00A77512"/>
    <w:rsid w:val="00A94994"/>
    <w:rsid w:val="00A94C2F"/>
    <w:rsid w:val="00AA4CBB"/>
    <w:rsid w:val="00AA65FA"/>
    <w:rsid w:val="00AA7351"/>
    <w:rsid w:val="00AA7F27"/>
    <w:rsid w:val="00AD056F"/>
    <w:rsid w:val="00AD0C7B"/>
    <w:rsid w:val="00AD5627"/>
    <w:rsid w:val="00AD5F1A"/>
    <w:rsid w:val="00AD6731"/>
    <w:rsid w:val="00AD7B08"/>
    <w:rsid w:val="00AF0E06"/>
    <w:rsid w:val="00B008D5"/>
    <w:rsid w:val="00B02F73"/>
    <w:rsid w:val="00B0619F"/>
    <w:rsid w:val="00B13A26"/>
    <w:rsid w:val="00B15D0D"/>
    <w:rsid w:val="00B22106"/>
    <w:rsid w:val="00B222FB"/>
    <w:rsid w:val="00B26D5E"/>
    <w:rsid w:val="00B5431A"/>
    <w:rsid w:val="00B6270B"/>
    <w:rsid w:val="00B75EE1"/>
    <w:rsid w:val="00B77481"/>
    <w:rsid w:val="00B8518B"/>
    <w:rsid w:val="00B97CC3"/>
    <w:rsid w:val="00BA0EBA"/>
    <w:rsid w:val="00BB79E8"/>
    <w:rsid w:val="00BC05F2"/>
    <w:rsid w:val="00BC06C4"/>
    <w:rsid w:val="00BD177D"/>
    <w:rsid w:val="00BD7E91"/>
    <w:rsid w:val="00BD7F0D"/>
    <w:rsid w:val="00BF5233"/>
    <w:rsid w:val="00C02D0A"/>
    <w:rsid w:val="00C03A6E"/>
    <w:rsid w:val="00C21179"/>
    <w:rsid w:val="00C21719"/>
    <w:rsid w:val="00C226C0"/>
    <w:rsid w:val="00C2294E"/>
    <w:rsid w:val="00C33406"/>
    <w:rsid w:val="00C42FE6"/>
    <w:rsid w:val="00C44F6A"/>
    <w:rsid w:val="00C45177"/>
    <w:rsid w:val="00C6198E"/>
    <w:rsid w:val="00C708EA"/>
    <w:rsid w:val="00C732F0"/>
    <w:rsid w:val="00C73B32"/>
    <w:rsid w:val="00C778A5"/>
    <w:rsid w:val="00C83340"/>
    <w:rsid w:val="00C95162"/>
    <w:rsid w:val="00C968A1"/>
    <w:rsid w:val="00C96E7C"/>
    <w:rsid w:val="00CA42A7"/>
    <w:rsid w:val="00CA4600"/>
    <w:rsid w:val="00CA5A14"/>
    <w:rsid w:val="00CB6A37"/>
    <w:rsid w:val="00CB7684"/>
    <w:rsid w:val="00CC7C8F"/>
    <w:rsid w:val="00CD1FC4"/>
    <w:rsid w:val="00CF2351"/>
    <w:rsid w:val="00CF4255"/>
    <w:rsid w:val="00D034A0"/>
    <w:rsid w:val="00D1661F"/>
    <w:rsid w:val="00D21061"/>
    <w:rsid w:val="00D246FC"/>
    <w:rsid w:val="00D30D72"/>
    <w:rsid w:val="00D36EA0"/>
    <w:rsid w:val="00D4108E"/>
    <w:rsid w:val="00D435C3"/>
    <w:rsid w:val="00D45E4C"/>
    <w:rsid w:val="00D5067C"/>
    <w:rsid w:val="00D54131"/>
    <w:rsid w:val="00D6163D"/>
    <w:rsid w:val="00D81A0E"/>
    <w:rsid w:val="00D831A3"/>
    <w:rsid w:val="00D90D67"/>
    <w:rsid w:val="00D97BE3"/>
    <w:rsid w:val="00DA19C6"/>
    <w:rsid w:val="00DA3711"/>
    <w:rsid w:val="00DA3ACC"/>
    <w:rsid w:val="00DC0FD9"/>
    <w:rsid w:val="00DD24AF"/>
    <w:rsid w:val="00DD46F3"/>
    <w:rsid w:val="00DE56F2"/>
    <w:rsid w:val="00DF116D"/>
    <w:rsid w:val="00E06EDE"/>
    <w:rsid w:val="00E1344F"/>
    <w:rsid w:val="00E16FF7"/>
    <w:rsid w:val="00E26D68"/>
    <w:rsid w:val="00E37BAF"/>
    <w:rsid w:val="00E41EEA"/>
    <w:rsid w:val="00E44045"/>
    <w:rsid w:val="00E46253"/>
    <w:rsid w:val="00E55B33"/>
    <w:rsid w:val="00E618C4"/>
    <w:rsid w:val="00E65645"/>
    <w:rsid w:val="00E72324"/>
    <w:rsid w:val="00E878EE"/>
    <w:rsid w:val="00E91D47"/>
    <w:rsid w:val="00EA6EC7"/>
    <w:rsid w:val="00EB104F"/>
    <w:rsid w:val="00EB46E5"/>
    <w:rsid w:val="00EB6216"/>
    <w:rsid w:val="00EC13C6"/>
    <w:rsid w:val="00EC63FF"/>
    <w:rsid w:val="00EC7081"/>
    <w:rsid w:val="00ED0C1F"/>
    <w:rsid w:val="00ED14BD"/>
    <w:rsid w:val="00ED5EB7"/>
    <w:rsid w:val="00ED7235"/>
    <w:rsid w:val="00EF3412"/>
    <w:rsid w:val="00F016C7"/>
    <w:rsid w:val="00F0427E"/>
    <w:rsid w:val="00F12DEC"/>
    <w:rsid w:val="00F14E8A"/>
    <w:rsid w:val="00F1715C"/>
    <w:rsid w:val="00F26CFB"/>
    <w:rsid w:val="00F30B52"/>
    <w:rsid w:val="00F310F8"/>
    <w:rsid w:val="00F35939"/>
    <w:rsid w:val="00F3661D"/>
    <w:rsid w:val="00F45607"/>
    <w:rsid w:val="00F4722B"/>
    <w:rsid w:val="00F54432"/>
    <w:rsid w:val="00F56EF4"/>
    <w:rsid w:val="00F659EB"/>
    <w:rsid w:val="00F86BA6"/>
    <w:rsid w:val="00F95494"/>
    <w:rsid w:val="00F95772"/>
    <w:rsid w:val="00FA401F"/>
    <w:rsid w:val="00FB6342"/>
    <w:rsid w:val="00FC6389"/>
    <w:rsid w:val="00FD5813"/>
    <w:rsid w:val="00FE5610"/>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060ED"/>
  <w14:defaultImageDpi w14:val="32767"/>
  <w15:docId w15:val="{AE9C77AC-7BDC-44F1-B26F-1DE355750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fdi.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SZDC000PHANT041\dokumenty\OI\Vzorov&#225;%20ZD\R%20-%20Zhotoven&#237;%20stavby\R_Zhotoven&#237;_stavby_FIDIC_(nadlimitn&#237;)\R-FIDIC_OPD2\www.sfdi.cz\poskytovani-informaci\metodi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C1F7C-2F0E-425A-A8EC-9D4A458530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404363D-9D47-4445-8118-0C9220345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15</TotalTime>
  <Pages>7</Pages>
  <Words>2358</Words>
  <Characters>13918</Characters>
  <Application>Microsoft Office Word</Application>
  <DocSecurity>0</DocSecurity>
  <Lines>115</Lines>
  <Paragraphs>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Gregorová Elena, Ing.</cp:lastModifiedBy>
  <cp:revision>11</cp:revision>
  <cp:lastPrinted>2020-02-07T10:05:00Z</cp:lastPrinted>
  <dcterms:created xsi:type="dcterms:W3CDTF">2021-08-01T18:33:00Z</dcterms:created>
  <dcterms:modified xsi:type="dcterms:W3CDTF">2021-08-03T05:46:00Z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